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2A1C8" w14:textId="77777777" w:rsidR="00331635" w:rsidRDefault="00722F72" w:rsidP="00682AF8">
      <w:bookmarkStart w:id="0" w:name="_GoBack"/>
      <w:bookmarkEnd w:id="0"/>
      <w:r>
        <w:t>Název investora:</w:t>
      </w:r>
      <w:r>
        <w:tab/>
      </w:r>
      <w:r w:rsidR="00331635">
        <w:t>Správa železniční dopravní cesty, s. o.</w:t>
      </w:r>
    </w:p>
    <w:p w14:paraId="07B55079" w14:textId="77777777" w:rsidR="00331635" w:rsidRDefault="00964611" w:rsidP="00682AF8">
      <w:r>
        <w:t>A</w:t>
      </w:r>
      <w:r w:rsidR="00722F72">
        <w:t>dresa včetně PSČ:</w:t>
      </w:r>
      <w:r w:rsidR="00722F72">
        <w:tab/>
      </w:r>
      <w:r w:rsidR="00331635">
        <w:t>Dlážděná 1003/7, 110 00 Praha 1 – Nové Město</w:t>
      </w:r>
    </w:p>
    <w:p w14:paraId="51DCEB20" w14:textId="77777777" w:rsidR="00331635" w:rsidRDefault="00331635" w:rsidP="00682AF8">
      <w:r>
        <w:t xml:space="preserve">IČ: </w:t>
      </w:r>
      <w:r>
        <w:tab/>
      </w:r>
      <w:r>
        <w:tab/>
      </w:r>
      <w:r>
        <w:tab/>
        <w:t>70 99 42 34</w:t>
      </w:r>
    </w:p>
    <w:p w14:paraId="23351B2B" w14:textId="77777777" w:rsidR="00331635" w:rsidRDefault="00331635" w:rsidP="00682AF8">
      <w:r>
        <w:t>DIČ:</w:t>
      </w:r>
      <w:r>
        <w:tab/>
      </w:r>
      <w:r>
        <w:tab/>
      </w:r>
      <w:r>
        <w:tab/>
        <w:t>CZ70994234</w:t>
      </w:r>
    </w:p>
    <w:p w14:paraId="476013B7" w14:textId="77777777" w:rsidR="00331635" w:rsidRDefault="00331635" w:rsidP="00682AF8"/>
    <w:p w14:paraId="4BE13E2E" w14:textId="77777777" w:rsidR="00331635" w:rsidRDefault="00BE5D5D" w:rsidP="00682AF8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 w:rsidR="00331635">
        <w:t xml:space="preserve">              </w:t>
      </w:r>
    </w:p>
    <w:p w14:paraId="1B1B375D" w14:textId="77777777" w:rsidR="00331635" w:rsidRPr="008C2E1E" w:rsidRDefault="00331635" w:rsidP="00682AF8">
      <w:pPr>
        <w:rPr>
          <w:color w:val="000000" w:themeColor="text1"/>
        </w:rPr>
      </w:pPr>
      <w:r w:rsidRPr="008C2E1E">
        <w:rPr>
          <w:color w:val="000000" w:themeColor="text1"/>
        </w:rPr>
        <w:t xml:space="preserve">investiční akce malého rozsahu: </w:t>
      </w:r>
      <w:r w:rsidR="00A4291D" w:rsidRPr="008C2E1E">
        <w:rPr>
          <w:color w:val="000000" w:themeColor="text1"/>
        </w:rPr>
        <w:t>„</w:t>
      </w:r>
      <w:r w:rsidR="000A4699" w:rsidRPr="008C2E1E">
        <w:rPr>
          <w:b/>
          <w:color w:val="000000" w:themeColor="text1"/>
        </w:rPr>
        <w:t>Doplnění závor na přejezdu P</w:t>
      </w:r>
      <w:r w:rsidR="00EF06FB" w:rsidRPr="008C2E1E">
        <w:rPr>
          <w:b/>
          <w:color w:val="000000" w:themeColor="text1"/>
        </w:rPr>
        <w:t>5893</w:t>
      </w:r>
      <w:r w:rsidR="000A4699" w:rsidRPr="008C2E1E">
        <w:rPr>
          <w:b/>
          <w:color w:val="000000" w:themeColor="text1"/>
        </w:rPr>
        <w:t xml:space="preserve"> v km </w:t>
      </w:r>
      <w:r w:rsidR="00EF06FB" w:rsidRPr="008C2E1E">
        <w:rPr>
          <w:b/>
          <w:color w:val="000000" w:themeColor="text1"/>
        </w:rPr>
        <w:t>45,166 Kácov – Světlá nad Sázavou</w:t>
      </w:r>
      <w:r w:rsidR="00A4291D" w:rsidRPr="008C2E1E">
        <w:rPr>
          <w:color w:val="000000" w:themeColor="text1"/>
        </w:rPr>
        <w:t>“</w:t>
      </w:r>
    </w:p>
    <w:p w14:paraId="7E27BDA7" w14:textId="77777777" w:rsidR="00331635" w:rsidRDefault="00331635" w:rsidP="00682AF8">
      <w:pPr>
        <w:pStyle w:val="Nadpis2"/>
      </w:pPr>
      <w:r>
        <w:t>1)</w:t>
      </w:r>
      <w:r>
        <w:tab/>
        <w:t>Identifikační údaje projektu</w:t>
      </w:r>
    </w:p>
    <w:p w14:paraId="55A3ABD3" w14:textId="77777777" w:rsidR="002D7F9F" w:rsidRDefault="002D7F9F" w:rsidP="00682AF8"/>
    <w:p w14:paraId="030396BF" w14:textId="70615758" w:rsidR="00331635" w:rsidRDefault="00331635" w:rsidP="002D7F9F">
      <w:pPr>
        <w:spacing w:after="120"/>
      </w:pPr>
      <w:r>
        <w:t xml:space="preserve">Číslo projektu:  </w:t>
      </w:r>
      <w:r w:rsidR="00F629E7">
        <w:tab/>
      </w:r>
      <w:r w:rsidR="008C2E1E">
        <w:t>S622000361</w:t>
      </w:r>
      <w:r>
        <w:tab/>
      </w:r>
    </w:p>
    <w:p w14:paraId="3BBACFBD" w14:textId="77777777" w:rsidR="00331635" w:rsidRPr="008C2E1E" w:rsidRDefault="00331635" w:rsidP="002D7F9F">
      <w:pPr>
        <w:spacing w:after="120"/>
        <w:rPr>
          <w:color w:val="000000" w:themeColor="text1"/>
        </w:rPr>
      </w:pPr>
      <w:r w:rsidRPr="008C2E1E">
        <w:rPr>
          <w:color w:val="000000" w:themeColor="text1"/>
        </w:rPr>
        <w:t xml:space="preserve">Název projektu: </w:t>
      </w:r>
      <w:r w:rsidRPr="008C2E1E">
        <w:rPr>
          <w:color w:val="000000" w:themeColor="text1"/>
        </w:rPr>
        <w:tab/>
      </w:r>
      <w:r w:rsidRPr="008C2E1E">
        <w:rPr>
          <w:b/>
          <w:color w:val="000000" w:themeColor="text1"/>
        </w:rPr>
        <w:t>„</w:t>
      </w:r>
      <w:r w:rsidR="00EF06FB" w:rsidRPr="008C2E1E">
        <w:rPr>
          <w:b/>
          <w:color w:val="000000" w:themeColor="text1"/>
        </w:rPr>
        <w:t>Doplnění závor na přejezdu P5893 v km 45,166 Kácov – Světlá nad Sázavou</w:t>
      </w:r>
      <w:r w:rsidRPr="008C2E1E">
        <w:rPr>
          <w:b/>
          <w:color w:val="000000" w:themeColor="text1"/>
        </w:rPr>
        <w:t>“</w:t>
      </w:r>
    </w:p>
    <w:p w14:paraId="08C061E7" w14:textId="77777777" w:rsidR="00843F31" w:rsidRPr="008C2E1E" w:rsidRDefault="00F629E7" w:rsidP="002D7F9F">
      <w:pPr>
        <w:spacing w:after="120"/>
        <w:rPr>
          <w:color w:val="000000" w:themeColor="text1"/>
        </w:rPr>
      </w:pPr>
      <w:r>
        <w:t xml:space="preserve">Místo realizace (kraj): </w:t>
      </w:r>
      <w:r>
        <w:tab/>
      </w:r>
      <w:r w:rsidRPr="008C2E1E">
        <w:rPr>
          <w:color w:val="000000" w:themeColor="text1"/>
        </w:rPr>
        <w:tab/>
      </w:r>
      <w:r w:rsidRPr="008C2E1E">
        <w:rPr>
          <w:color w:val="000000" w:themeColor="text1"/>
        </w:rPr>
        <w:tab/>
      </w:r>
      <w:r w:rsidR="00DA48C9" w:rsidRPr="008C2E1E">
        <w:rPr>
          <w:color w:val="000000" w:themeColor="text1"/>
        </w:rPr>
        <w:t>Kraj Vysočina</w:t>
      </w:r>
      <w:r w:rsidR="00843F31" w:rsidRPr="008C2E1E">
        <w:rPr>
          <w:color w:val="000000" w:themeColor="text1"/>
        </w:rPr>
        <w:t xml:space="preserve"> </w:t>
      </w:r>
    </w:p>
    <w:p w14:paraId="57789609" w14:textId="77777777" w:rsidR="00E71978" w:rsidRPr="008C2E1E" w:rsidRDefault="00E71978" w:rsidP="002D7F9F">
      <w:pPr>
        <w:spacing w:after="120"/>
        <w:rPr>
          <w:color w:val="000000" w:themeColor="text1"/>
        </w:rPr>
      </w:pPr>
      <w:r w:rsidRPr="008C2E1E">
        <w:rPr>
          <w:color w:val="000000" w:themeColor="text1"/>
        </w:rPr>
        <w:t>Čís</w:t>
      </w:r>
      <w:r w:rsidR="00F629E7" w:rsidRPr="008C2E1E">
        <w:rPr>
          <w:color w:val="000000" w:themeColor="text1"/>
        </w:rPr>
        <w:t>lo železničního přejezdu SŽDC:</w:t>
      </w:r>
      <w:r w:rsidR="00F629E7" w:rsidRPr="008C2E1E">
        <w:rPr>
          <w:color w:val="000000" w:themeColor="text1"/>
        </w:rPr>
        <w:tab/>
      </w:r>
      <w:r w:rsidR="00A4291D" w:rsidRPr="008C2E1E">
        <w:rPr>
          <w:color w:val="000000" w:themeColor="text1"/>
        </w:rPr>
        <w:t>P</w:t>
      </w:r>
      <w:r w:rsidR="00DA48C9" w:rsidRPr="008C2E1E">
        <w:rPr>
          <w:color w:val="000000" w:themeColor="text1"/>
        </w:rPr>
        <w:t>5</w:t>
      </w:r>
      <w:r w:rsidR="003A7420" w:rsidRPr="008C2E1E">
        <w:rPr>
          <w:color w:val="000000" w:themeColor="text1"/>
        </w:rPr>
        <w:t>893</w:t>
      </w:r>
    </w:p>
    <w:p w14:paraId="4820BD2C" w14:textId="77777777" w:rsidR="00E71978" w:rsidRPr="008C2E1E" w:rsidRDefault="00F629E7" w:rsidP="002D7F9F">
      <w:pPr>
        <w:spacing w:after="120"/>
        <w:rPr>
          <w:color w:val="000000" w:themeColor="text1"/>
        </w:rPr>
      </w:pPr>
      <w:r w:rsidRPr="008C2E1E">
        <w:rPr>
          <w:color w:val="000000" w:themeColor="text1"/>
        </w:rPr>
        <w:t>Kód TUDU:</w:t>
      </w:r>
      <w:r w:rsidRPr="008C2E1E">
        <w:rPr>
          <w:color w:val="000000" w:themeColor="text1"/>
        </w:rPr>
        <w:tab/>
      </w:r>
      <w:r w:rsidRPr="008C2E1E">
        <w:rPr>
          <w:color w:val="000000" w:themeColor="text1"/>
        </w:rPr>
        <w:tab/>
      </w:r>
      <w:r w:rsidRPr="008C2E1E">
        <w:rPr>
          <w:color w:val="000000" w:themeColor="text1"/>
        </w:rPr>
        <w:tab/>
      </w:r>
      <w:r w:rsidRPr="008C2E1E">
        <w:rPr>
          <w:color w:val="000000" w:themeColor="text1"/>
        </w:rPr>
        <w:tab/>
      </w:r>
      <w:r w:rsidR="003A7420" w:rsidRPr="008C2E1E">
        <w:rPr>
          <w:color w:val="000000" w:themeColor="text1"/>
        </w:rPr>
        <w:t>1733 14</w:t>
      </w:r>
    </w:p>
    <w:p w14:paraId="2B061C06" w14:textId="47DF5FDE" w:rsidR="00E71978" w:rsidRPr="008C2E1E" w:rsidRDefault="00E71978" w:rsidP="002D7F9F">
      <w:pPr>
        <w:spacing w:after="120"/>
        <w:rPr>
          <w:color w:val="000000" w:themeColor="text1"/>
        </w:rPr>
      </w:pPr>
      <w:r w:rsidRPr="008C2E1E">
        <w:rPr>
          <w:color w:val="000000" w:themeColor="text1"/>
        </w:rPr>
        <w:t>Název definičního traťového úseku:</w:t>
      </w:r>
      <w:r w:rsidR="00F629E7" w:rsidRPr="008C2E1E">
        <w:rPr>
          <w:color w:val="000000" w:themeColor="text1"/>
        </w:rPr>
        <w:tab/>
      </w:r>
      <w:r w:rsidR="00C50364" w:rsidRPr="008C2E1E">
        <w:rPr>
          <w:color w:val="000000" w:themeColor="text1"/>
        </w:rPr>
        <w:t xml:space="preserve">Ledeč nad </w:t>
      </w:r>
      <w:r w:rsidR="003A7420" w:rsidRPr="008C2E1E">
        <w:rPr>
          <w:color w:val="000000" w:themeColor="text1"/>
        </w:rPr>
        <w:t>Sázavou – Světlá nad Sázavou</w:t>
      </w:r>
      <w:r w:rsidR="00DA48C9" w:rsidRPr="008C2E1E">
        <w:rPr>
          <w:color w:val="000000" w:themeColor="text1"/>
        </w:rPr>
        <w:t xml:space="preserve"> </w:t>
      </w:r>
    </w:p>
    <w:p w14:paraId="246DE042" w14:textId="77777777" w:rsidR="00E71978" w:rsidRPr="008C2E1E" w:rsidRDefault="00E71978" w:rsidP="002D7F9F">
      <w:pPr>
        <w:spacing w:after="120"/>
        <w:rPr>
          <w:color w:val="000000" w:themeColor="text1"/>
        </w:rPr>
      </w:pPr>
      <w:r w:rsidRPr="008C2E1E">
        <w:rPr>
          <w:color w:val="000000" w:themeColor="text1"/>
        </w:rPr>
        <w:t>Evidenční km - poloha přejezdu:</w:t>
      </w:r>
      <w:r w:rsidR="00F629E7" w:rsidRPr="008C2E1E">
        <w:rPr>
          <w:color w:val="000000" w:themeColor="text1"/>
        </w:rPr>
        <w:tab/>
      </w:r>
      <w:r w:rsidR="003A7420" w:rsidRPr="008C2E1E">
        <w:rPr>
          <w:color w:val="000000" w:themeColor="text1"/>
        </w:rPr>
        <w:t>45,166</w:t>
      </w:r>
    </w:p>
    <w:p w14:paraId="264101CB" w14:textId="6D833B11" w:rsidR="00962289" w:rsidRPr="008C2E1E" w:rsidRDefault="00962289" w:rsidP="002D7F9F">
      <w:pPr>
        <w:spacing w:after="120"/>
        <w:rPr>
          <w:color w:val="000000" w:themeColor="text1"/>
        </w:rPr>
      </w:pPr>
      <w:r w:rsidRPr="008C2E1E">
        <w:rPr>
          <w:color w:val="000000" w:themeColor="text1"/>
        </w:rPr>
        <w:t>Předpokládaná doba realizace:</w:t>
      </w:r>
      <w:r w:rsidRPr="008C2E1E">
        <w:rPr>
          <w:color w:val="000000" w:themeColor="text1"/>
        </w:rPr>
        <w:tab/>
      </w:r>
      <w:r w:rsidR="00F629E7" w:rsidRPr="008C2E1E">
        <w:rPr>
          <w:color w:val="000000" w:themeColor="text1"/>
        </w:rPr>
        <w:tab/>
      </w:r>
      <w:r w:rsidR="00E657B9">
        <w:rPr>
          <w:color w:val="000000" w:themeColor="text1"/>
        </w:rPr>
        <w:t>9</w:t>
      </w:r>
      <w:r w:rsidR="00B846A2" w:rsidRPr="008C2E1E">
        <w:rPr>
          <w:color w:val="000000" w:themeColor="text1"/>
        </w:rPr>
        <w:t xml:space="preserve"> měsíců,  0</w:t>
      </w:r>
      <w:r w:rsidR="008C2E1E" w:rsidRPr="008C2E1E">
        <w:rPr>
          <w:color w:val="000000" w:themeColor="text1"/>
        </w:rPr>
        <w:t>4</w:t>
      </w:r>
      <w:r w:rsidR="00B846A2" w:rsidRPr="008C2E1E">
        <w:rPr>
          <w:color w:val="000000" w:themeColor="text1"/>
        </w:rPr>
        <w:t>/2022-</w:t>
      </w:r>
      <w:r w:rsidR="008C2E1E" w:rsidRPr="008C2E1E">
        <w:rPr>
          <w:color w:val="000000" w:themeColor="text1"/>
        </w:rPr>
        <w:t>12</w:t>
      </w:r>
      <w:r w:rsidR="00B846A2" w:rsidRPr="008C2E1E">
        <w:rPr>
          <w:color w:val="000000" w:themeColor="text1"/>
        </w:rPr>
        <w:t>/2022</w:t>
      </w:r>
    </w:p>
    <w:p w14:paraId="26EE9CF8" w14:textId="77777777" w:rsidR="00EC0323" w:rsidRDefault="00ED0292" w:rsidP="00682AF8">
      <w:r>
        <w:rPr>
          <w:noProof/>
          <w:lang w:eastAsia="cs-CZ"/>
        </w:rPr>
        <w:drawing>
          <wp:inline distT="0" distB="0" distL="0" distR="0" wp14:anchorId="002A0CF3" wp14:editId="683F64D9">
            <wp:extent cx="4967021" cy="2790595"/>
            <wp:effectExtent l="0" t="0" r="508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chmanova\Desktop\Globály\Zimová\Dop závor P35 trati Praha Bubny - Rakovník\Pokus\situac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035" cy="2795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88FDD" w14:textId="77777777" w:rsidR="00331635" w:rsidRDefault="004C2B9A" w:rsidP="00682AF8">
      <w:pPr>
        <w:pStyle w:val="Nadpis2"/>
      </w:pPr>
      <w:r>
        <w:lastRenderedPageBreak/>
        <w:t>2)</w:t>
      </w:r>
      <w:r>
        <w:tab/>
      </w:r>
      <w:r w:rsidR="00BE5D5D" w:rsidRPr="00BE5D5D">
        <w:t>Zdůvodnění potřebnosti investiční akce</w:t>
      </w:r>
    </w:p>
    <w:p w14:paraId="0283ECDA" w14:textId="77777777" w:rsidR="00F629E7" w:rsidRPr="00F629E7" w:rsidRDefault="00F629E7" w:rsidP="000A5EE3">
      <w:pPr>
        <w:jc w:val="both"/>
      </w:pPr>
    </w:p>
    <w:p w14:paraId="1A221953" w14:textId="77777777" w:rsidR="00B209A4" w:rsidRDefault="00062769" w:rsidP="006A32E6">
      <w:pPr>
        <w:pStyle w:val="Text2-2"/>
        <w:numPr>
          <w:ilvl w:val="0"/>
          <w:numId w:val="0"/>
        </w:numPr>
        <w:rPr>
          <w:rFonts w:cs="Arial"/>
          <w:szCs w:val="20"/>
        </w:rPr>
      </w:pPr>
      <w:r w:rsidRPr="00062769">
        <w:rPr>
          <w:rFonts w:cs="Arial"/>
          <w:szCs w:val="20"/>
        </w:rPr>
        <w:t xml:space="preserve">Účelem stavby je změnit způsob zabezpečení řešeného železničního přejezdu, který je </w:t>
      </w:r>
      <w:r w:rsidR="00842EC1">
        <w:rPr>
          <w:rFonts w:cs="Arial"/>
          <w:szCs w:val="20"/>
        </w:rPr>
        <w:br/>
      </w:r>
      <w:r w:rsidRPr="00062769">
        <w:rPr>
          <w:rFonts w:cs="Arial"/>
          <w:szCs w:val="20"/>
        </w:rPr>
        <w:t xml:space="preserve">v současnosti zabezpečený pouze světelným přejezdovým zabezpečovacím zařízením </w:t>
      </w:r>
      <w:r w:rsidR="00842EC1">
        <w:rPr>
          <w:rFonts w:cs="Arial"/>
          <w:szCs w:val="20"/>
        </w:rPr>
        <w:br/>
      </w:r>
      <w:r w:rsidRPr="00062769">
        <w:rPr>
          <w:rFonts w:cs="Arial"/>
          <w:szCs w:val="20"/>
        </w:rPr>
        <w:t>bez závor.</w:t>
      </w:r>
    </w:p>
    <w:p w14:paraId="29324C7D" w14:textId="6194D1EB" w:rsidR="000A5EE3" w:rsidRPr="008C2E1E" w:rsidRDefault="00B209A4" w:rsidP="006A32E6">
      <w:pPr>
        <w:autoSpaceDE w:val="0"/>
        <w:autoSpaceDN w:val="0"/>
        <w:adjustRightInd w:val="0"/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Z hlediska lokalizace vůči </w:t>
      </w:r>
      <w:r w:rsidRPr="008C2E1E">
        <w:rPr>
          <w:color w:val="000000" w:themeColor="text1"/>
        </w:rPr>
        <w:t>dráze se předmětná stavba nachází na traťovém úseku 1</w:t>
      </w:r>
      <w:r w:rsidR="00071560" w:rsidRPr="008C2E1E">
        <w:rPr>
          <w:color w:val="000000" w:themeColor="text1"/>
        </w:rPr>
        <w:t>733 Kácov – Světlá nad Sázavou.</w:t>
      </w:r>
      <w:r w:rsidR="000A5EE3" w:rsidRPr="008C2E1E">
        <w:rPr>
          <w:color w:val="000000" w:themeColor="text1"/>
        </w:rPr>
        <w:t xml:space="preserve"> Stavbou je konkrétně dotčen definiční úsek 1</w:t>
      </w:r>
      <w:r w:rsidR="00071560" w:rsidRPr="008C2E1E">
        <w:rPr>
          <w:color w:val="000000" w:themeColor="text1"/>
        </w:rPr>
        <w:t>733 14 Ledeč n</w:t>
      </w:r>
      <w:r w:rsidR="00C50364" w:rsidRPr="008C2E1E">
        <w:rPr>
          <w:color w:val="000000" w:themeColor="text1"/>
        </w:rPr>
        <w:t xml:space="preserve">ad </w:t>
      </w:r>
      <w:r w:rsidR="00071560" w:rsidRPr="008C2E1E">
        <w:rPr>
          <w:color w:val="000000" w:themeColor="text1"/>
        </w:rPr>
        <w:t>Sázavou – Světlá nad Sázavou</w:t>
      </w:r>
      <w:r w:rsidR="000A5EE3" w:rsidRPr="008C2E1E">
        <w:rPr>
          <w:color w:val="000000" w:themeColor="text1"/>
        </w:rPr>
        <w:t xml:space="preserve">. V místě stavby se jedná o jednokolejnou neelektrizovanou </w:t>
      </w:r>
      <w:r w:rsidR="00071560" w:rsidRPr="008C2E1E">
        <w:rPr>
          <w:color w:val="000000" w:themeColor="text1"/>
        </w:rPr>
        <w:t xml:space="preserve">regionální </w:t>
      </w:r>
      <w:r w:rsidR="000A5EE3" w:rsidRPr="008C2E1E">
        <w:rPr>
          <w:color w:val="000000" w:themeColor="text1"/>
        </w:rPr>
        <w:t>dráhu, která není součástí transevropského konve</w:t>
      </w:r>
      <w:r w:rsidR="006A32E6" w:rsidRPr="008C2E1E">
        <w:rPr>
          <w:color w:val="000000" w:themeColor="text1"/>
        </w:rPr>
        <w:t>n</w:t>
      </w:r>
      <w:r w:rsidR="000A5EE3" w:rsidRPr="008C2E1E">
        <w:rPr>
          <w:color w:val="000000" w:themeColor="text1"/>
        </w:rPr>
        <w:t>čníh</w:t>
      </w:r>
      <w:r w:rsidR="006A32E6" w:rsidRPr="008C2E1E">
        <w:rPr>
          <w:color w:val="000000" w:themeColor="text1"/>
        </w:rPr>
        <w:t xml:space="preserve">o </w:t>
      </w:r>
      <w:r w:rsidR="000A5EE3" w:rsidRPr="008C2E1E">
        <w:rPr>
          <w:color w:val="000000" w:themeColor="text1"/>
        </w:rPr>
        <w:t>železničního systému (TEN-T).</w:t>
      </w:r>
    </w:p>
    <w:p w14:paraId="09AD1EE5" w14:textId="77777777" w:rsidR="00B209A4" w:rsidRPr="008C2E1E" w:rsidRDefault="000A5EE3" w:rsidP="006A32E6">
      <w:pPr>
        <w:autoSpaceDE w:val="0"/>
        <w:autoSpaceDN w:val="0"/>
        <w:adjustRightInd w:val="0"/>
        <w:spacing w:after="120"/>
        <w:jc w:val="both"/>
        <w:rPr>
          <w:color w:val="000000" w:themeColor="text1"/>
        </w:rPr>
      </w:pPr>
      <w:r w:rsidRPr="008C2E1E">
        <w:rPr>
          <w:color w:val="000000" w:themeColor="text1"/>
        </w:rPr>
        <w:t>Železniční přejezd P5</w:t>
      </w:r>
      <w:r w:rsidR="00071560" w:rsidRPr="008C2E1E">
        <w:rPr>
          <w:color w:val="000000" w:themeColor="text1"/>
        </w:rPr>
        <w:t>893</w:t>
      </w:r>
      <w:r w:rsidRPr="008C2E1E">
        <w:rPr>
          <w:color w:val="000000" w:themeColor="text1"/>
        </w:rPr>
        <w:t xml:space="preserve"> je úrovňovým křížením silnice I</w:t>
      </w:r>
      <w:r w:rsidR="00071560" w:rsidRPr="008C2E1E">
        <w:rPr>
          <w:color w:val="000000" w:themeColor="text1"/>
        </w:rPr>
        <w:t>I. třídy č. 150</w:t>
      </w:r>
      <w:r w:rsidRPr="008C2E1E">
        <w:rPr>
          <w:color w:val="000000" w:themeColor="text1"/>
        </w:rPr>
        <w:t xml:space="preserve"> s výše uvedenou dráhou </w:t>
      </w:r>
      <w:r w:rsidR="00071560" w:rsidRPr="008C2E1E">
        <w:rPr>
          <w:color w:val="000000" w:themeColor="text1"/>
        </w:rPr>
        <w:t>regionální</w:t>
      </w:r>
      <w:r w:rsidRPr="008C2E1E">
        <w:rPr>
          <w:color w:val="000000" w:themeColor="text1"/>
        </w:rPr>
        <w:t xml:space="preserve">. Z hlediska lokalizace vůči dráze se předmětný přejezd nachází v evidenčním km </w:t>
      </w:r>
      <w:r w:rsidR="00071560" w:rsidRPr="008C2E1E">
        <w:rPr>
          <w:color w:val="000000" w:themeColor="text1"/>
        </w:rPr>
        <w:t>45,166</w:t>
      </w:r>
      <w:r w:rsidRPr="008C2E1E">
        <w:rPr>
          <w:color w:val="000000" w:themeColor="text1"/>
        </w:rPr>
        <w:t xml:space="preserve"> výše uvedeného traťového úseku.</w:t>
      </w:r>
    </w:p>
    <w:p w14:paraId="38268112" w14:textId="491ED4C1" w:rsidR="000426F5" w:rsidRPr="008C2E1E" w:rsidRDefault="000426F5" w:rsidP="000426F5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8C2E1E">
        <w:rPr>
          <w:color w:val="000000" w:themeColor="text1"/>
        </w:rPr>
        <w:t xml:space="preserve">Přejezd je zabezpečen reléovým přejezdovým zabezpečovacím zařízením PZS </w:t>
      </w:r>
      <w:r w:rsidR="000B4883" w:rsidRPr="008C2E1E">
        <w:rPr>
          <w:color w:val="000000" w:themeColor="text1"/>
        </w:rPr>
        <w:t>3SB</w:t>
      </w:r>
      <w:r w:rsidR="000B4883">
        <w:rPr>
          <w:color w:val="000000" w:themeColor="text1"/>
        </w:rPr>
        <w:t>L</w:t>
      </w:r>
      <w:r w:rsidRPr="008C2E1E">
        <w:rPr>
          <w:color w:val="000000" w:themeColor="text1"/>
        </w:rPr>
        <w:t xml:space="preserve"> typu PZZ-K s úplnými závislostmi bez závor s pozitivním signálem vybudovaným v roce 2013. Technologie umístěna v domku Variel OPD SP 2,1/2,1. Ovládání přejezdu provedeno pomocí počítačů náprav Siemens Frauscher AZF a výstražníky AŽD 97. Krycí funkci pro PZZ zajišťují přejezdníky. Nejvyšší traťová rychlost na přejezdu dle Tabulky přejezdu je 60 km/h.</w:t>
      </w:r>
    </w:p>
    <w:p w14:paraId="418920E9" w14:textId="6D709D7D" w:rsidR="004E00EB" w:rsidRPr="008C2E1E" w:rsidRDefault="00062769" w:rsidP="006A32E6">
      <w:pPr>
        <w:autoSpaceDE w:val="0"/>
        <w:autoSpaceDN w:val="0"/>
        <w:adjustRightInd w:val="0"/>
        <w:spacing w:after="120"/>
        <w:jc w:val="both"/>
        <w:rPr>
          <w:color w:val="000000" w:themeColor="text1"/>
        </w:rPr>
      </w:pPr>
      <w:r w:rsidRPr="008C2E1E">
        <w:rPr>
          <w:color w:val="000000" w:themeColor="text1"/>
        </w:rPr>
        <w:t xml:space="preserve">Na přejezdu jsou od </w:t>
      </w:r>
      <w:r w:rsidR="001F440C" w:rsidRPr="008C2E1E">
        <w:rPr>
          <w:color w:val="000000" w:themeColor="text1"/>
        </w:rPr>
        <w:t>roku 20</w:t>
      </w:r>
      <w:r w:rsidR="00B846A2" w:rsidRPr="008C2E1E">
        <w:rPr>
          <w:color w:val="000000" w:themeColor="text1"/>
        </w:rPr>
        <w:t>08</w:t>
      </w:r>
      <w:r w:rsidR="001F440C" w:rsidRPr="008C2E1E">
        <w:rPr>
          <w:color w:val="000000" w:themeColor="text1"/>
        </w:rPr>
        <w:t xml:space="preserve"> evidovány </w:t>
      </w:r>
      <w:r w:rsidR="008C2E1E" w:rsidRPr="008C2E1E">
        <w:rPr>
          <w:color w:val="000000" w:themeColor="text1"/>
        </w:rPr>
        <w:t>1</w:t>
      </w:r>
      <w:r w:rsidR="00EE59DC" w:rsidRPr="008C2E1E">
        <w:rPr>
          <w:color w:val="000000" w:themeColor="text1"/>
        </w:rPr>
        <w:t xml:space="preserve"> střetnutí:</w:t>
      </w:r>
    </w:p>
    <w:p w14:paraId="44C0702C" w14:textId="42839044" w:rsidR="00697288" w:rsidRPr="008C2E1E" w:rsidRDefault="008C2E1E" w:rsidP="006A32E6">
      <w:pPr>
        <w:autoSpaceDE w:val="0"/>
        <w:autoSpaceDN w:val="0"/>
        <w:adjustRightInd w:val="0"/>
        <w:spacing w:after="120"/>
        <w:jc w:val="both"/>
        <w:rPr>
          <w:color w:val="000000" w:themeColor="text1"/>
        </w:rPr>
      </w:pPr>
      <w:r w:rsidRPr="008C2E1E">
        <w:rPr>
          <w:color w:val="000000" w:themeColor="text1"/>
        </w:rPr>
        <w:t>19.06.2019 - 13:35 Mn 82501 s neznámým vozidlem. Vozidlo (bílá dodávka) po střetu ujelo</w:t>
      </w:r>
      <w:r w:rsidR="00E657B9">
        <w:rPr>
          <w:color w:val="000000" w:themeColor="text1"/>
        </w:rPr>
        <w:t>.</w:t>
      </w:r>
      <w:r w:rsidRPr="008C2E1E">
        <w:rPr>
          <w:color w:val="000000" w:themeColor="text1"/>
        </w:rPr>
        <w:t xml:space="preserve">  </w:t>
      </w:r>
    </w:p>
    <w:p w14:paraId="727F852D" w14:textId="77777777" w:rsidR="00331635" w:rsidRDefault="004C2B9A" w:rsidP="006A32E6">
      <w:pPr>
        <w:pStyle w:val="Nadpis2"/>
        <w:jc w:val="both"/>
      </w:pPr>
      <w:r>
        <w:t>3</w:t>
      </w:r>
      <w:r w:rsidR="00331635">
        <w:t>)</w:t>
      </w:r>
      <w:r w:rsidR="00331635">
        <w:tab/>
      </w:r>
      <w:r w:rsidR="00BE5D5D">
        <w:t>P</w:t>
      </w:r>
      <w:r w:rsidR="00BE5D5D" w:rsidRPr="00BE5D5D">
        <w:t>opis technického řešení</w:t>
      </w:r>
    </w:p>
    <w:p w14:paraId="0E9B7CCE" w14:textId="77777777" w:rsidR="00D63CBF" w:rsidRPr="008C2E1E" w:rsidRDefault="00D36764" w:rsidP="00D63CBF">
      <w:pPr>
        <w:jc w:val="both"/>
        <w:rPr>
          <w:color w:val="000000" w:themeColor="text1"/>
        </w:rPr>
      </w:pPr>
      <w:r w:rsidRPr="00594E9C">
        <w:rPr>
          <w:color w:val="000000" w:themeColor="text1"/>
        </w:rPr>
        <w:t>Předmětem stavby je doplnění zabezpečení železničního přejezdu vybaveného stávajícím přejezdovým zabezpečovacím zařízením bez závor za upravené a doplněné přejezdové zabezpečovací zařízení 3. kategorie dle</w:t>
      </w:r>
      <w:r>
        <w:rPr>
          <w:color w:val="000000" w:themeColor="text1"/>
        </w:rPr>
        <w:t xml:space="preserve"> TNŽ 342620, druhu PZS 3ZB</w:t>
      </w:r>
      <w:r w:rsidR="00BB69F2">
        <w:rPr>
          <w:color w:val="000000" w:themeColor="text1"/>
        </w:rPr>
        <w:t>L</w:t>
      </w:r>
      <w:r>
        <w:rPr>
          <w:color w:val="000000" w:themeColor="text1"/>
        </w:rPr>
        <w:t xml:space="preserve"> dle </w:t>
      </w:r>
      <w:r w:rsidRPr="00594E9C">
        <w:rPr>
          <w:color w:val="000000" w:themeColor="text1"/>
        </w:rPr>
        <w:t>ČSN 34 2650 ed.2 se závorami</w:t>
      </w:r>
      <w:r>
        <w:rPr>
          <w:color w:val="000000" w:themeColor="text1"/>
        </w:rPr>
        <w:t xml:space="preserve"> a předjezdníky</w:t>
      </w:r>
      <w:r w:rsidRPr="00594E9C">
        <w:rPr>
          <w:color w:val="000000" w:themeColor="text1"/>
        </w:rPr>
        <w:t>.</w:t>
      </w:r>
      <w:r>
        <w:rPr>
          <w:color w:val="000000" w:themeColor="text1"/>
        </w:rPr>
        <w:t xml:space="preserve"> Závorové břevna jsou požadovány s LED diodami.</w:t>
      </w:r>
      <w:r w:rsidR="00D63CBF">
        <w:rPr>
          <w:color w:val="000000" w:themeColor="text1"/>
        </w:rPr>
        <w:t xml:space="preserve"> </w:t>
      </w:r>
      <w:r w:rsidR="00D63CBF" w:rsidRPr="00FA625C">
        <w:rPr>
          <w:color w:val="000000" w:themeColor="text1"/>
        </w:rPr>
        <w:t>Je nutno prověřit, zda je možné na přejezdu zřídit sekvenční sklápění závor. Pokud toto řešení bude možné, musí být přednostně navrženo sekvenční sklápění závor.</w:t>
      </w:r>
    </w:p>
    <w:p w14:paraId="2A9BEA9D" w14:textId="64D7835F" w:rsidR="00D36764" w:rsidRPr="00594E9C" w:rsidRDefault="00D36764" w:rsidP="00D36764">
      <w:pPr>
        <w:spacing w:before="120"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t>Přesný počet výstražníků bude upřesněn v rámci rozhodnutí Drážního úřadu o změně zabezpečení.</w:t>
      </w:r>
      <w:r w:rsidRPr="00594E9C">
        <w:rPr>
          <w:color w:val="000000" w:themeColor="text1"/>
        </w:rPr>
        <w:t xml:space="preserve"> Pro volnost přibližovacích úseků budou využity stávající počítače náprav se směrovým výstupem, který bude využit k ukončování výstrahy na přejezdu po projetí vlaku. Stávající diagnostika PZS bude aktualizována.</w:t>
      </w:r>
    </w:p>
    <w:p w14:paraId="585DDFAD" w14:textId="0C4C12AA" w:rsidR="000426F5" w:rsidRDefault="000426F5" w:rsidP="000426F5">
      <w:pPr>
        <w:jc w:val="both"/>
        <w:rPr>
          <w:color w:val="000000" w:themeColor="text1"/>
        </w:rPr>
      </w:pPr>
      <w:r w:rsidRPr="008C2E1E">
        <w:rPr>
          <w:color w:val="000000" w:themeColor="text1"/>
        </w:rPr>
        <w:t xml:space="preserve">Pro nově doplněnou výstroj závor bude přednostně využit stávající reléový domek PZS v blízkosti přejezdu, který bude opraven. </w:t>
      </w:r>
      <w:r w:rsidR="00472283" w:rsidRPr="00472283">
        <w:rPr>
          <w:color w:val="000000" w:themeColor="text1"/>
        </w:rPr>
        <w:t>Dveře technologického domku budou osazeny dveřním kontaktem pro budoucí zapojení do DDTS.</w:t>
      </w:r>
      <w:r w:rsidR="00472283">
        <w:rPr>
          <w:color w:val="000000" w:themeColor="text1"/>
        </w:rPr>
        <w:t xml:space="preserve"> </w:t>
      </w:r>
      <w:r w:rsidRPr="008C2E1E">
        <w:rPr>
          <w:color w:val="000000" w:themeColor="text1"/>
        </w:rPr>
        <w:t>V případě nutnosti zřídit nový technologický domek bude tento objekt v blízkosti přejezdu a bude umístěn tak, aby byly splněny předepsané rozhledové poměry.</w:t>
      </w:r>
      <w:r w:rsidR="00472283">
        <w:rPr>
          <w:color w:val="000000" w:themeColor="text1"/>
        </w:rPr>
        <w:t xml:space="preserve"> </w:t>
      </w:r>
      <w:r w:rsidR="00472283" w:rsidRPr="00472283">
        <w:rPr>
          <w:color w:val="000000" w:themeColor="text1"/>
        </w:rPr>
        <w:t>Vstupní dveře do RD budou v takovém provedení, aby při chůzi z RD ke skříni s VTO a SMO nebylo nutné obcházet křídlo dveří. VTO a SMO umístit  na/v blízkosti RD.</w:t>
      </w:r>
      <w:r w:rsidRPr="008C2E1E">
        <w:rPr>
          <w:color w:val="000000" w:themeColor="text1"/>
        </w:rPr>
        <w:t xml:space="preserve"> Umístění technologického objektu do terénu bude řešeno dle pokynů výrobce (např. na betonové patky). Vzhled nového technologického domku bude odpovídat pokynu č. SŽ PO</w:t>
      </w:r>
      <w:r w:rsidRPr="008C2E1E">
        <w:rPr>
          <w:color w:val="000000" w:themeColor="text1"/>
        </w:rPr>
        <w:noBreakHyphen/>
        <w:t>10/2020</w:t>
      </w:r>
      <w:r w:rsidRPr="008C2E1E">
        <w:rPr>
          <w:color w:val="000000" w:themeColor="text1"/>
        </w:rPr>
        <w:noBreakHyphen/>
        <w:t>GŘ.</w:t>
      </w:r>
    </w:p>
    <w:p w14:paraId="1063713A" w14:textId="77777777" w:rsidR="000426F5" w:rsidRPr="008C2E1E" w:rsidRDefault="000426F5" w:rsidP="000426F5">
      <w:pPr>
        <w:jc w:val="both"/>
        <w:rPr>
          <w:color w:val="000000" w:themeColor="text1"/>
        </w:rPr>
      </w:pPr>
      <w:r w:rsidRPr="008C2E1E">
        <w:rPr>
          <w:color w:val="000000" w:themeColor="text1"/>
        </w:rPr>
        <w:t>Nová kabelizace se předpokládá pouze v místě přejezdu od reléového domku k novým výstražníkům se závorovými stojany. Stavba je umístěna v extravilánu, tím pádem nebude mít výrazný urbanistický, či architektonický dopad. Budou použity typizované výrobky – technologický domek a výstražníky</w:t>
      </w:r>
    </w:p>
    <w:p w14:paraId="3952B073" w14:textId="55F5915E" w:rsidR="00F629E7" w:rsidRPr="008C2E1E" w:rsidRDefault="006A32E6" w:rsidP="000426F5">
      <w:pPr>
        <w:jc w:val="both"/>
        <w:rPr>
          <w:color w:val="000000" w:themeColor="text1"/>
        </w:rPr>
      </w:pPr>
      <w:r w:rsidRPr="008C2E1E">
        <w:rPr>
          <w:color w:val="000000" w:themeColor="text1"/>
        </w:rPr>
        <w:t>Pro napájení PZS bude využita stávající napájecí přípojka.</w:t>
      </w:r>
      <w:r w:rsidR="008C2E1E" w:rsidRPr="008C2E1E">
        <w:rPr>
          <w:color w:val="000000" w:themeColor="text1"/>
        </w:rPr>
        <w:t xml:space="preserve"> </w:t>
      </w:r>
      <w:r w:rsidR="006C48B8">
        <w:rPr>
          <w:color w:val="000000" w:themeColor="text1"/>
        </w:rPr>
        <w:t xml:space="preserve">Stávající rozvaděč musí být přebudován z jednofázového na třífázový. </w:t>
      </w:r>
      <w:r w:rsidRPr="008C2E1E">
        <w:rPr>
          <w:color w:val="000000" w:themeColor="text1"/>
        </w:rPr>
        <w:t>Provedení musí odpovídat platným požadavkům a standardům PDS – ČEZ Distribuce a.s. Instalace bude provedena podle uzavřené smlouvy</w:t>
      </w:r>
      <w:r w:rsidR="00461E1B" w:rsidRPr="008C2E1E">
        <w:rPr>
          <w:color w:val="000000" w:themeColor="text1"/>
        </w:rPr>
        <w:t xml:space="preserve"> </w:t>
      </w:r>
      <w:r w:rsidRPr="008C2E1E">
        <w:rPr>
          <w:color w:val="000000" w:themeColor="text1"/>
        </w:rPr>
        <w:t>o zřízení odběrného místa.</w:t>
      </w:r>
      <w:r w:rsidR="008C2E1E" w:rsidRPr="008C2E1E">
        <w:rPr>
          <w:color w:val="000000" w:themeColor="text1"/>
        </w:rPr>
        <w:t xml:space="preserve"> </w:t>
      </w:r>
      <w:r w:rsidR="00733AC4">
        <w:rPr>
          <w:color w:val="000000" w:themeColor="text1"/>
        </w:rPr>
        <w:t>Záložní napájení musí splňovat požadavky příslušných norem včetně zásuvky pro mobilní náhradní zdroj.</w:t>
      </w:r>
    </w:p>
    <w:p w14:paraId="34480F95" w14:textId="77777777" w:rsidR="002F5FF0" w:rsidRDefault="002F5FF0" w:rsidP="00C77473"/>
    <w:p w14:paraId="4B8A9EDF" w14:textId="77777777" w:rsidR="00EC0323" w:rsidRDefault="00EC0323" w:rsidP="00EC0323">
      <w:pPr>
        <w:pStyle w:val="Nadpis2"/>
      </w:pPr>
      <w:r>
        <w:t>4)</w:t>
      </w:r>
      <w:r>
        <w:tab/>
        <w:t>Objektová skladba</w:t>
      </w:r>
    </w:p>
    <w:p w14:paraId="1FFD9F64" w14:textId="500DF16D" w:rsidR="00461E1B" w:rsidRDefault="007B772C" w:rsidP="00461E1B">
      <w:pPr>
        <w:spacing w:after="0"/>
      </w:pPr>
      <w:r>
        <w:tab/>
        <w:t>PS 01-01-31 Zabezpečovací zařízení (PZS) železniční přejezd P5893 v km 45,166</w:t>
      </w:r>
    </w:p>
    <w:p w14:paraId="41F3D0F8" w14:textId="6A5CAA3C" w:rsidR="007B772C" w:rsidRDefault="007B772C" w:rsidP="00461E1B">
      <w:pPr>
        <w:spacing w:after="0"/>
      </w:pPr>
      <w:r>
        <w:tab/>
        <w:t>SO 01-13-01 Železniční přejezd železniční přejezd P5893 v km 45,166</w:t>
      </w:r>
    </w:p>
    <w:p w14:paraId="7FFBAFBC" w14:textId="4AF68573" w:rsidR="007B772C" w:rsidRDefault="007B772C" w:rsidP="00461E1B">
      <w:pPr>
        <w:spacing w:after="0"/>
      </w:pPr>
      <w:r>
        <w:tab/>
        <w:t>SO 01-86-01 Přípojka napájení NN železniční přejezd P5893 v km 45,166</w:t>
      </w:r>
    </w:p>
    <w:p w14:paraId="6E6A7BBE" w14:textId="77777777" w:rsidR="007B772C" w:rsidRDefault="007B772C" w:rsidP="00461E1B">
      <w:pPr>
        <w:spacing w:after="0"/>
      </w:pPr>
    </w:p>
    <w:p w14:paraId="79B93C23" w14:textId="77777777" w:rsidR="00F629E7" w:rsidRDefault="00461E1B" w:rsidP="00EC0323">
      <w:pPr>
        <w:spacing w:after="0"/>
      </w:pPr>
      <w:r>
        <w:tab/>
      </w:r>
    </w:p>
    <w:p w14:paraId="5244FFE7" w14:textId="77777777" w:rsidR="002074B4" w:rsidRDefault="00EC0323" w:rsidP="002074B4">
      <w:pPr>
        <w:pStyle w:val="Nadpis2"/>
      </w:pPr>
      <w:r>
        <w:t>5</w:t>
      </w:r>
      <w:r w:rsidR="002074B4">
        <w:t>)</w:t>
      </w:r>
      <w:r w:rsidR="002074B4">
        <w:tab/>
        <w:t>Situační schéma přejezdu</w:t>
      </w:r>
    </w:p>
    <w:p w14:paraId="3C1A1E0E" w14:textId="77777777" w:rsidR="0050267A" w:rsidRDefault="0050267A" w:rsidP="0050267A"/>
    <w:p w14:paraId="50FFD075" w14:textId="5F23B348" w:rsidR="00D04592" w:rsidRPr="0050267A" w:rsidRDefault="000426F5" w:rsidP="0050267A">
      <w:r>
        <w:rPr>
          <w:noProof/>
          <w:lang w:eastAsia="cs-CZ"/>
        </w:rPr>
        <w:drawing>
          <wp:inline distT="0" distB="0" distL="0" distR="0" wp14:anchorId="0DE0E888" wp14:editId="192050A5">
            <wp:extent cx="5525770" cy="314896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14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CFC63" w14:textId="77777777" w:rsidR="00AA36BF" w:rsidRDefault="00AA36BF" w:rsidP="00682AF8"/>
    <w:p w14:paraId="1E9B1A50" w14:textId="77777777" w:rsidR="00331635" w:rsidRDefault="002074B4" w:rsidP="00682AF8">
      <w:pPr>
        <w:pStyle w:val="Nadpis2"/>
      </w:pPr>
      <w:r>
        <w:t>6</w:t>
      </w:r>
      <w:r w:rsidR="004C2B9A">
        <w:t>)</w:t>
      </w:r>
      <w:r w:rsidR="004C2B9A">
        <w:tab/>
      </w:r>
      <w:r w:rsidR="00331635">
        <w:t>Územně technické podmínky</w:t>
      </w:r>
    </w:p>
    <w:p w14:paraId="3F4D3951" w14:textId="77777777" w:rsidR="00F629E7" w:rsidRPr="00F629E7" w:rsidRDefault="00F629E7" w:rsidP="00F629E7"/>
    <w:p w14:paraId="109CBDFF" w14:textId="77777777" w:rsidR="00843F31" w:rsidRPr="008C2E1E" w:rsidRDefault="00843F31" w:rsidP="00F37D0A">
      <w:pPr>
        <w:jc w:val="both"/>
        <w:rPr>
          <w:color w:val="000000" w:themeColor="text1"/>
        </w:rPr>
      </w:pPr>
      <w:r w:rsidRPr="008C2E1E">
        <w:rPr>
          <w:color w:val="000000" w:themeColor="text1"/>
        </w:rPr>
        <w:t>V rámci stavby „</w:t>
      </w:r>
      <w:r w:rsidR="00622CA1" w:rsidRPr="008C2E1E">
        <w:rPr>
          <w:color w:val="000000" w:themeColor="text1"/>
        </w:rPr>
        <w:t>Doplnění závor na přejezdu P5893 v km 45,166 Kácov – Světlá nad Sázavou</w:t>
      </w:r>
      <w:r w:rsidR="00B846A2" w:rsidRPr="008C2E1E">
        <w:rPr>
          <w:color w:val="000000" w:themeColor="text1"/>
        </w:rPr>
        <w:t xml:space="preserve">“ </w:t>
      </w:r>
      <w:r w:rsidRPr="008C2E1E">
        <w:rPr>
          <w:color w:val="000000" w:themeColor="text1"/>
        </w:rPr>
        <w:t>budou prováděny pouze technologické</w:t>
      </w:r>
      <w:r w:rsidR="00AB0584" w:rsidRPr="008C2E1E">
        <w:rPr>
          <w:color w:val="000000" w:themeColor="text1"/>
        </w:rPr>
        <w:t xml:space="preserve"> úpravy na stávajícím zařízení. </w:t>
      </w:r>
      <w:r w:rsidRPr="008C2E1E">
        <w:rPr>
          <w:color w:val="000000" w:themeColor="text1"/>
        </w:rPr>
        <w:t>Stavební práce proběhnou výlučně v prostoru již provozované dráhy. Veškeré práce nebudou mít vliv na okolní prostředí.</w:t>
      </w:r>
      <w:r w:rsidR="00F37D0A" w:rsidRPr="008C2E1E">
        <w:rPr>
          <w:color w:val="000000" w:themeColor="text1"/>
        </w:rPr>
        <w:t xml:space="preserve"> </w:t>
      </w:r>
      <w:r w:rsidRPr="008C2E1E">
        <w:rPr>
          <w:color w:val="000000" w:themeColor="text1"/>
        </w:rPr>
        <w:t>Stavba neovlivní rozhodujícím způsobem životní prostředí v nejbližším okolí.</w:t>
      </w:r>
    </w:p>
    <w:p w14:paraId="68318819" w14:textId="77777777" w:rsidR="005E3B89" w:rsidRPr="008C2E1E" w:rsidRDefault="00843F31" w:rsidP="00682AF8">
      <w:pPr>
        <w:rPr>
          <w:color w:val="000000" w:themeColor="text1"/>
        </w:rPr>
      </w:pPr>
      <w:r w:rsidRPr="008C2E1E">
        <w:rPr>
          <w:color w:val="000000" w:themeColor="text1"/>
        </w:rPr>
        <w:t>Stavba nevyvolává žádné přeložky stávajících inženýrských sítí, nevyvolává omezení dosavadních staveb a ani potřeby kácení zeleně, kromě náletové zeleně.</w:t>
      </w:r>
    </w:p>
    <w:p w14:paraId="4F3F0438" w14:textId="77777777" w:rsidR="007D5D3C" w:rsidRPr="00722F72" w:rsidRDefault="004D30DD" w:rsidP="004D30DD">
      <w:pPr>
        <w:autoSpaceDE w:val="0"/>
        <w:autoSpaceDN w:val="0"/>
        <w:adjustRightInd w:val="0"/>
      </w:pPr>
      <w:r w:rsidRPr="008C2E1E">
        <w:rPr>
          <w:color w:val="000000" w:themeColor="text1"/>
        </w:rPr>
        <w:t>Vlastní stavba bude realizována v rozsahu pozemků se způsobem využití dráha, silnice, ostatní komunikace a jiná plocha</w:t>
      </w:r>
      <w:r>
        <w:t>.</w:t>
      </w:r>
    </w:p>
    <w:p w14:paraId="3F91A9B7" w14:textId="77777777" w:rsidR="00A30C74" w:rsidRDefault="002074B4" w:rsidP="00A30C74">
      <w:pPr>
        <w:pStyle w:val="Nadpis2"/>
      </w:pPr>
      <w:r>
        <w:t>7</w:t>
      </w:r>
      <w:r w:rsidR="00A30C74" w:rsidRPr="00331635">
        <w:t>)</w:t>
      </w:r>
      <w:r w:rsidR="00A30C74" w:rsidRPr="00331635">
        <w:tab/>
      </w:r>
      <w:r w:rsidR="00A30C74" w:rsidRPr="00BE5D5D">
        <w:t>Odhad investičních nákladů včetně jeho zdůvodnění</w:t>
      </w:r>
    </w:p>
    <w:p w14:paraId="5228B55C" w14:textId="77777777" w:rsidR="00F629E7" w:rsidRPr="00F629E7" w:rsidRDefault="00F629E7" w:rsidP="00F629E7"/>
    <w:p w14:paraId="0EEDAF2F" w14:textId="171FB4BE" w:rsidR="00157EAC" w:rsidRPr="00D952E4" w:rsidRDefault="00157EAC" w:rsidP="00157EAC">
      <w:pPr>
        <w:jc w:val="both"/>
      </w:pPr>
      <w:r>
        <w:t xml:space="preserve">Celkové investiční náklady byly </w:t>
      </w:r>
      <w:r w:rsidRPr="00D952E4">
        <w:t>odhadnuty na základě </w:t>
      </w:r>
      <w:r w:rsidRPr="00D952E4">
        <w:rPr>
          <w:i/>
        </w:rPr>
        <w:t>„Sborníku pro oceňování železničních staveb ve stupni studie proveditelnosti a záměr projektu“</w:t>
      </w:r>
      <w:r w:rsidRPr="00D952E4">
        <w:t xml:space="preserve"> (SFDI, schváleno březen 2019).</w:t>
      </w:r>
    </w:p>
    <w:p w14:paraId="0A36A053" w14:textId="77777777" w:rsidR="00F37D0A" w:rsidRDefault="00F37D0A" w:rsidP="00F37D0A">
      <w:pPr>
        <w:spacing w:after="0"/>
        <w:jc w:val="both"/>
        <w:rPr>
          <w:color w:val="FF0000"/>
        </w:rPr>
      </w:pPr>
    </w:p>
    <w:p w14:paraId="6CB14A85" w14:textId="77777777" w:rsidR="00F37D0A" w:rsidRDefault="00F37D0A" w:rsidP="00F37D0A">
      <w:pPr>
        <w:spacing w:after="0"/>
        <w:jc w:val="both"/>
        <w:rPr>
          <w:color w:val="FF0000"/>
        </w:rPr>
      </w:pPr>
    </w:p>
    <w:p w14:paraId="6884BD43" w14:textId="77777777" w:rsidR="00F37D0A" w:rsidRDefault="00F37D0A" w:rsidP="00F37D0A">
      <w:pPr>
        <w:spacing w:after="0"/>
        <w:jc w:val="both"/>
        <w:rPr>
          <w:color w:val="FF0000"/>
        </w:rPr>
      </w:pPr>
    </w:p>
    <w:p w14:paraId="475D9160" w14:textId="0ED96836" w:rsidR="00F37D0A" w:rsidRDefault="00F37D0A" w:rsidP="00F37D0A">
      <w:pPr>
        <w:spacing w:after="0"/>
        <w:jc w:val="both"/>
        <w:rPr>
          <w:color w:val="FF0000"/>
        </w:rPr>
      </w:pPr>
    </w:p>
    <w:p w14:paraId="457F890D" w14:textId="442FE2D5" w:rsidR="00157EAC" w:rsidRDefault="00157EAC" w:rsidP="00F37D0A">
      <w:pPr>
        <w:spacing w:after="0"/>
        <w:jc w:val="both"/>
        <w:rPr>
          <w:color w:val="FF0000"/>
        </w:rPr>
      </w:pPr>
    </w:p>
    <w:p w14:paraId="7C1DD147" w14:textId="232E8171" w:rsidR="00157EAC" w:rsidRDefault="00157EAC" w:rsidP="00F37D0A">
      <w:pPr>
        <w:spacing w:after="0"/>
        <w:jc w:val="both"/>
        <w:rPr>
          <w:color w:val="FF0000"/>
        </w:rPr>
      </w:pPr>
    </w:p>
    <w:p w14:paraId="4A288479" w14:textId="1AAC3935" w:rsidR="00157EAC" w:rsidRDefault="00157EAC" w:rsidP="00F37D0A">
      <w:pPr>
        <w:spacing w:after="0"/>
        <w:jc w:val="both"/>
        <w:rPr>
          <w:color w:val="FF0000"/>
        </w:rPr>
      </w:pPr>
    </w:p>
    <w:p w14:paraId="5C1B66D7" w14:textId="77777777" w:rsidR="00157EAC" w:rsidRPr="00F37D0A" w:rsidRDefault="00157EAC" w:rsidP="00F37D0A">
      <w:pPr>
        <w:spacing w:after="0"/>
        <w:jc w:val="both"/>
        <w:rPr>
          <w:color w:val="FF0000"/>
        </w:rPr>
      </w:pPr>
    </w:p>
    <w:p w14:paraId="6B9EE823" w14:textId="6A2899DB" w:rsidR="007C0059" w:rsidRDefault="00F37D0A" w:rsidP="00EC0323">
      <w:pPr>
        <w:pStyle w:val="Nadpis4"/>
        <w:rPr>
          <w:color w:val="000000" w:themeColor="text1"/>
        </w:rPr>
      </w:pPr>
      <w:r w:rsidRPr="00F37D0A">
        <w:t xml:space="preserve">Celkové investiční </w:t>
      </w:r>
      <w:r w:rsidR="00E657B9" w:rsidRPr="00057862">
        <w:t>náklady</w:t>
      </w:r>
      <w:r w:rsidR="00FA625C" w:rsidRPr="00057862">
        <w:t xml:space="preserve"> (CÚ 2020 - 2023)</w:t>
      </w:r>
      <w:r w:rsidR="00E657B9">
        <w:rPr>
          <w:color w:val="000000" w:themeColor="text1"/>
        </w:rPr>
        <w:t xml:space="preserve"> </w:t>
      </w:r>
    </w:p>
    <w:p w14:paraId="070ADEDD" w14:textId="54292E3F" w:rsidR="00893B78" w:rsidRDefault="00EE28FC" w:rsidP="00EA3A1E">
      <w:pPr>
        <w:spacing w:after="0"/>
      </w:pPr>
      <w:r w:rsidRPr="00EE28FC">
        <w:rPr>
          <w:noProof/>
          <w:lang w:eastAsia="cs-CZ"/>
        </w:rPr>
        <w:drawing>
          <wp:inline distT="0" distB="0" distL="0" distR="0" wp14:anchorId="42B23CAE" wp14:editId="5F6C2A0D">
            <wp:extent cx="5525770" cy="311416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11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78A98" w14:textId="18F195C1" w:rsidR="00E90E03" w:rsidRDefault="00F37D0A" w:rsidP="00EA3A1E">
      <w:pPr>
        <w:spacing w:after="0"/>
      </w:pPr>
      <w:r w:rsidRPr="00F37D0A">
        <w:t xml:space="preserve">Do celkových investičních nákladů je zahrnut </w:t>
      </w:r>
      <w:r w:rsidRPr="008C2E1E">
        <w:rPr>
          <w:color w:val="000000" w:themeColor="text1"/>
        </w:rPr>
        <w:t xml:space="preserve">inflační koeficient ve výši </w:t>
      </w:r>
      <w:r w:rsidR="008C2E1E" w:rsidRPr="008C2E1E">
        <w:rPr>
          <w:color w:val="000000" w:themeColor="text1"/>
        </w:rPr>
        <w:t>3,7</w:t>
      </w:r>
      <w:r w:rsidRPr="008C2E1E">
        <w:rPr>
          <w:color w:val="000000" w:themeColor="text1"/>
        </w:rPr>
        <w:t xml:space="preserve"> % p. a</w:t>
      </w:r>
      <w:r w:rsidRPr="00F37D0A">
        <w:t xml:space="preserve">. v letech </w:t>
      </w:r>
      <w:r w:rsidRPr="008C2E1E">
        <w:rPr>
          <w:color w:val="000000" w:themeColor="text1"/>
        </w:rPr>
        <w:t>realizace 2022.</w:t>
      </w:r>
    </w:p>
    <w:p w14:paraId="7A3C9F3D" w14:textId="77777777" w:rsidR="002074B4" w:rsidRDefault="002074B4" w:rsidP="00EA3A1E">
      <w:pPr>
        <w:spacing w:after="0"/>
      </w:pPr>
    </w:p>
    <w:p w14:paraId="02B5E5F1" w14:textId="77777777" w:rsidR="002A6842" w:rsidRDefault="002A6842" w:rsidP="00EA3A1E">
      <w:pPr>
        <w:spacing w:after="0"/>
      </w:pPr>
    </w:p>
    <w:p w14:paraId="17430EEB" w14:textId="77777777" w:rsidR="001D3747" w:rsidRDefault="002074B4" w:rsidP="00682AF8">
      <w:pPr>
        <w:pStyle w:val="Nadpis2"/>
      </w:pPr>
      <w:r>
        <w:t>8</w:t>
      </w:r>
      <w:r w:rsidR="00331635">
        <w:t xml:space="preserve">) </w:t>
      </w:r>
      <w:r w:rsidR="00331635">
        <w:tab/>
      </w:r>
      <w:r w:rsidR="00BE5D5D" w:rsidRPr="00BE5D5D">
        <w:t>Ekonomické hodnocení</w:t>
      </w:r>
    </w:p>
    <w:p w14:paraId="02A001FA" w14:textId="77777777" w:rsidR="00F37D0A" w:rsidRDefault="00F37D0A" w:rsidP="00F37D0A">
      <w:pPr>
        <w:pStyle w:val="Nadpis4"/>
      </w:pPr>
      <w:r w:rsidRPr="001D3747">
        <w:t xml:space="preserve">Analýza problému </w:t>
      </w:r>
    </w:p>
    <w:p w14:paraId="4F788B91" w14:textId="77777777" w:rsidR="00F37D0A" w:rsidRPr="00A973EE" w:rsidRDefault="00F37D0A" w:rsidP="00F37D0A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47B50C10" w14:textId="2A9261A8" w:rsidR="00CD1543" w:rsidRPr="002B5D79" w:rsidRDefault="00F37D0A" w:rsidP="00CD1543">
      <w:pPr>
        <w:spacing w:after="0" w:line="240" w:lineRule="auto"/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i 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jeví jako nejméně rizikový.</w:t>
      </w:r>
      <w:r w:rsidR="00CD1543">
        <w:t xml:space="preserve"> </w:t>
      </w:r>
      <w:r w:rsidR="00CD1543" w:rsidRPr="002B5D79">
        <w:t xml:space="preserve">Posuzovaná stavba spadá do stavby ke zvýšení bezpečnosti úrovňových železničních přejezdů a svým charakterem představuje rekonstrukci, kterou se odstraňují účinky celkového fyzického opotřebení nebo degradace v 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</w:t>
      </w:r>
      <w:r w:rsidR="00CD1543" w:rsidRPr="002B5D79">
        <w:lastRenderedPageBreak/>
        <w:t>platných Prováděcích pokynů pro hodnocení efektivnosti projektů dopravní infrastruktury z </w:t>
      </w:r>
      <w:r w:rsidR="00A80998" w:rsidRPr="002B5D79">
        <w:t>15. 11. 2017</w:t>
      </w:r>
      <w:r w:rsidR="00CD1543" w:rsidRPr="002B5D79">
        <w:t xml:space="preserve"> – bod IV. Odlišné postupy, bod 2, písmeno o).</w:t>
      </w:r>
    </w:p>
    <w:p w14:paraId="32BB8E51" w14:textId="27B0DD35" w:rsidR="00F37D0A" w:rsidRDefault="00F37D0A" w:rsidP="00CD1543">
      <w:pPr>
        <w:jc w:val="both"/>
      </w:pPr>
      <w:r>
        <w:t xml:space="preserve"> </w:t>
      </w:r>
    </w:p>
    <w:p w14:paraId="604F93F0" w14:textId="77777777" w:rsidR="00F37D0A" w:rsidRDefault="00F37D0A" w:rsidP="00F37D0A">
      <w:pPr>
        <w:pStyle w:val="Nadpis4"/>
      </w:pPr>
      <w:r>
        <w:t>Stanovení cílů - Přínosy stavby</w:t>
      </w:r>
    </w:p>
    <w:p w14:paraId="67EB4835" w14:textId="76584687" w:rsidR="00F37D0A" w:rsidRPr="00AD6637" w:rsidRDefault="00F37D0A" w:rsidP="00F37D0A">
      <w:pPr>
        <w:jc w:val="both"/>
        <w:rPr>
          <w:color w:val="00B050"/>
        </w:rPr>
      </w:pPr>
      <w:r>
        <w:t xml:space="preserve">Zabezpečovací zařízení se závorami výrazně zvýší </w:t>
      </w:r>
      <w:r w:rsidRPr="00AB4BFE">
        <w:rPr>
          <w:color w:val="000000" w:themeColor="text1"/>
        </w:rPr>
        <w:t>bezpečnost železniční i silniční dopravy a bude tak předcházet vzniku mimořádných událostí. (na přejezdu</w:t>
      </w:r>
      <w:r w:rsidR="00AB4BFE" w:rsidRPr="00AB4BFE">
        <w:rPr>
          <w:color w:val="000000" w:themeColor="text1"/>
        </w:rPr>
        <w:t xml:space="preserve"> je </w:t>
      </w:r>
      <w:r w:rsidRPr="00AB4BFE">
        <w:rPr>
          <w:color w:val="000000" w:themeColor="text1"/>
        </w:rPr>
        <w:t>od roku 20</w:t>
      </w:r>
      <w:r w:rsidR="00AB4BFE" w:rsidRPr="00AB4BFE">
        <w:rPr>
          <w:color w:val="000000" w:themeColor="text1"/>
        </w:rPr>
        <w:t>10 evidována</w:t>
      </w:r>
      <w:r w:rsidRPr="00AB4BFE">
        <w:rPr>
          <w:color w:val="000000" w:themeColor="text1"/>
        </w:rPr>
        <w:t xml:space="preserve"> </w:t>
      </w:r>
      <w:r w:rsidR="00AB4BFE" w:rsidRPr="00AB4BFE">
        <w:rPr>
          <w:color w:val="000000" w:themeColor="text1"/>
        </w:rPr>
        <w:t>1 nehoda</w:t>
      </w:r>
      <w:r w:rsidRPr="00AB4BFE">
        <w:rPr>
          <w:color w:val="000000" w:themeColor="text1"/>
        </w:rPr>
        <w:t>)</w:t>
      </w:r>
    </w:p>
    <w:p w14:paraId="483E1A48" w14:textId="77777777" w:rsidR="00F37D0A" w:rsidRDefault="00F37D0A" w:rsidP="00F37D0A">
      <w:pPr>
        <w:pStyle w:val="Nadpis4"/>
      </w:pPr>
      <w:r>
        <w:t>Návrh možných variant řešení</w:t>
      </w:r>
    </w:p>
    <w:p w14:paraId="11830DC2" w14:textId="77777777" w:rsidR="00F37D0A" w:rsidRDefault="00F37D0A" w:rsidP="00F37D0A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6BB37788" w14:textId="77777777" w:rsidR="00F37D0A" w:rsidRDefault="00F37D0A" w:rsidP="00F37D0A">
      <w:pPr>
        <w:pStyle w:val="Nadpis4"/>
      </w:pPr>
      <w:r>
        <w:t>Posouzení variant řešení</w:t>
      </w:r>
    </w:p>
    <w:p w14:paraId="5EFD951D" w14:textId="77777777" w:rsidR="00F37D0A" w:rsidRDefault="00F37D0A" w:rsidP="00F37D0A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414E6B5A" w14:textId="77777777" w:rsidR="00F37D0A" w:rsidRDefault="00F37D0A" w:rsidP="00F37D0A">
      <w:pPr>
        <w:pStyle w:val="Odstavecseseznamem"/>
        <w:numPr>
          <w:ilvl w:val="0"/>
          <w:numId w:val="37"/>
        </w:numPr>
        <w:jc w:val="both"/>
      </w:pPr>
      <w:r>
        <w:t>vytvoření množiny sledovaných ukazatelů,</w:t>
      </w:r>
    </w:p>
    <w:p w14:paraId="78793229" w14:textId="77777777" w:rsidR="00F37D0A" w:rsidRDefault="00F37D0A" w:rsidP="00F37D0A">
      <w:pPr>
        <w:pStyle w:val="Odstavecseseznamem"/>
        <w:numPr>
          <w:ilvl w:val="0"/>
          <w:numId w:val="37"/>
        </w:numPr>
        <w:jc w:val="both"/>
      </w:pPr>
      <w:r>
        <w:t>srovnání současného stavu s výhledovým stavem po realizaci projektu,</w:t>
      </w:r>
    </w:p>
    <w:p w14:paraId="5C864042" w14:textId="77777777" w:rsidR="00F37D0A" w:rsidRDefault="00F37D0A" w:rsidP="00F37D0A">
      <w:pPr>
        <w:pStyle w:val="Odstavecseseznamem"/>
        <w:numPr>
          <w:ilvl w:val="0"/>
          <w:numId w:val="37"/>
        </w:numPr>
        <w:jc w:val="both"/>
      </w:pPr>
      <w:r>
        <w:t>vyhodnocení stavby.</w:t>
      </w:r>
    </w:p>
    <w:p w14:paraId="255C1D70" w14:textId="77777777" w:rsidR="00F37D0A" w:rsidRDefault="00F37D0A" w:rsidP="00F37D0A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59E21605" w14:textId="77777777" w:rsidR="00F37D0A" w:rsidRDefault="00F37D0A" w:rsidP="00F37D0A">
      <w:pPr>
        <w:jc w:val="both"/>
      </w:pPr>
      <w:r>
        <w:t>1. Technická a legislativní naléhavost</w:t>
      </w:r>
    </w:p>
    <w:p w14:paraId="5173B0D5" w14:textId="77777777" w:rsidR="00F37D0A" w:rsidRDefault="00F37D0A" w:rsidP="00F37D0A">
      <w:pPr>
        <w:pStyle w:val="Odstavecseseznamem"/>
        <w:numPr>
          <w:ilvl w:val="0"/>
          <w:numId w:val="38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5E53AE40" w14:textId="77777777" w:rsidR="00F37D0A" w:rsidRDefault="00F37D0A" w:rsidP="00F37D0A">
      <w:pPr>
        <w:pStyle w:val="Odstavecseseznamem"/>
        <w:numPr>
          <w:ilvl w:val="0"/>
          <w:numId w:val="38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4B50A30B" w14:textId="77777777" w:rsidR="00F37D0A" w:rsidRDefault="00F37D0A" w:rsidP="00F37D0A">
      <w:pPr>
        <w:jc w:val="both"/>
      </w:pPr>
      <w:r>
        <w:t>2. Zvýšení množství informací o provozním stavu pro investora a orgány činné v trestním řízení</w:t>
      </w:r>
    </w:p>
    <w:p w14:paraId="639D9B8F" w14:textId="1D5FC4F1" w:rsidR="0093514E" w:rsidRDefault="00F37D0A" w:rsidP="0093514E">
      <w:pPr>
        <w:pStyle w:val="Odstavecseseznamem"/>
        <w:numPr>
          <w:ilvl w:val="0"/>
          <w:numId w:val="40"/>
        </w:numPr>
        <w:jc w:val="both"/>
      </w:pPr>
      <w:r>
        <w:t>výhledový stav – zabezpečovací zařízení bude nově nadále ovládáno automaticky jízdou kolejových vozidel</w:t>
      </w:r>
      <w:r w:rsidR="00BB69F2">
        <w:t>.</w:t>
      </w:r>
      <w:r w:rsidR="0093514E">
        <w:t xml:space="preserve"> </w:t>
      </w:r>
    </w:p>
    <w:p w14:paraId="5DD262D6" w14:textId="3A41B463" w:rsidR="00F37D0A" w:rsidRDefault="00F37D0A" w:rsidP="00F37D0A">
      <w:pPr>
        <w:pStyle w:val="Odstavecseseznamem"/>
        <w:numPr>
          <w:ilvl w:val="0"/>
          <w:numId w:val="40"/>
        </w:numPr>
        <w:jc w:val="both"/>
      </w:pPr>
      <w:r>
        <w:t xml:space="preserve">současný </w:t>
      </w:r>
      <w:r w:rsidRPr="006A55F5">
        <w:t>stav – na přejezdu je instalováno zabezpečovací zařízení s ovládán</w:t>
      </w:r>
      <w:r>
        <w:t>ím</w:t>
      </w:r>
      <w:r w:rsidRPr="006A55F5">
        <w:t xml:space="preserve"> automaticky jízdou kolejových vozidel</w:t>
      </w:r>
      <w:r w:rsidR="00BB69F2">
        <w:t>.</w:t>
      </w:r>
      <w:r w:rsidR="0093514E">
        <w:t xml:space="preserve"> </w:t>
      </w:r>
    </w:p>
    <w:p w14:paraId="6B268C2C" w14:textId="77777777" w:rsidR="00F37D0A" w:rsidRDefault="00F37D0A" w:rsidP="00F37D0A">
      <w:pPr>
        <w:jc w:val="both"/>
      </w:pPr>
      <w:r>
        <w:t>3. Zvýšení množství informací o provozním stavu pro uživatele silniční dopravy</w:t>
      </w:r>
    </w:p>
    <w:p w14:paraId="40DC6B6C" w14:textId="77777777" w:rsidR="00F37D0A" w:rsidRDefault="00F37D0A" w:rsidP="00F37D0A">
      <w:pPr>
        <w:pStyle w:val="Odstavecseseznamem"/>
        <w:numPr>
          <w:ilvl w:val="0"/>
          <w:numId w:val="42"/>
        </w:numPr>
        <w:jc w:val="both"/>
      </w:pPr>
      <w:r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6311D663" w14:textId="77777777" w:rsidR="00F37D0A" w:rsidRDefault="00F37D0A" w:rsidP="00F37D0A">
      <w:pPr>
        <w:pStyle w:val="Odstavecseseznamem"/>
        <w:numPr>
          <w:ilvl w:val="0"/>
          <w:numId w:val="42"/>
        </w:numPr>
        <w:jc w:val="both"/>
      </w:pPr>
      <w:r>
        <w:t>současný stav – současné zabezpečení přejezdu je bez závor a s počtem výstražníků ve výši dvou.</w:t>
      </w:r>
    </w:p>
    <w:p w14:paraId="3E5A9118" w14:textId="058DDECE" w:rsidR="00F37D0A" w:rsidRDefault="00F37D0A" w:rsidP="00F37D0A">
      <w:pPr>
        <w:jc w:val="both"/>
      </w:pPr>
      <w:r>
        <w:t>4. Zajištění plynulosti</w:t>
      </w:r>
      <w:r w:rsidR="00AB4BFE">
        <w:t xml:space="preserve"> silniční </w:t>
      </w:r>
      <w:r>
        <w:t>dopravy</w:t>
      </w:r>
    </w:p>
    <w:p w14:paraId="337D2C99" w14:textId="77777777" w:rsidR="00F37D0A" w:rsidRDefault="00F37D0A" w:rsidP="00F37D0A">
      <w:pPr>
        <w:pStyle w:val="Odstavecseseznamem"/>
        <w:numPr>
          <w:ilvl w:val="0"/>
          <w:numId w:val="44"/>
        </w:numPr>
        <w:jc w:val="both"/>
      </w:pPr>
      <w:r>
        <w:t xml:space="preserve">výhledový stav – </w:t>
      </w:r>
      <w:r w:rsidRPr="00DC77D2">
        <w:t xml:space="preserve">po instalaci nového zabezpečovacího zařízení zůstane zachována stávající rychlost průjezdu přes </w:t>
      </w:r>
      <w:r w:rsidRPr="00AB4BFE">
        <w:rPr>
          <w:color w:val="000000" w:themeColor="text1"/>
        </w:rPr>
        <w:t xml:space="preserve">přejezd </w:t>
      </w:r>
      <w:r w:rsidR="00FD0C51" w:rsidRPr="00AB4BFE">
        <w:rPr>
          <w:color w:val="000000" w:themeColor="text1"/>
        </w:rPr>
        <w:t>50</w:t>
      </w:r>
      <w:r w:rsidRPr="00AB4BFE">
        <w:rPr>
          <w:color w:val="000000" w:themeColor="text1"/>
        </w:rPr>
        <w:t xml:space="preserve"> km</w:t>
      </w:r>
      <w:r w:rsidRPr="00AD6637">
        <w:rPr>
          <w:color w:val="000000" w:themeColor="text1"/>
        </w:rPr>
        <w:t>/h</w:t>
      </w:r>
      <w:r w:rsidRPr="00DC77D2">
        <w:t>;</w:t>
      </w:r>
    </w:p>
    <w:p w14:paraId="6424AC1E" w14:textId="77777777" w:rsidR="00F37D0A" w:rsidRDefault="00F37D0A" w:rsidP="00F37D0A">
      <w:pPr>
        <w:pStyle w:val="Odstavecseseznamem"/>
        <w:numPr>
          <w:ilvl w:val="0"/>
          <w:numId w:val="44"/>
        </w:numPr>
        <w:jc w:val="both"/>
      </w:pPr>
      <w:r>
        <w:t>současný stav – i bez realizace projektu zůstanou parametry pro projíždějící silniční vozidla zachovány.</w:t>
      </w:r>
    </w:p>
    <w:p w14:paraId="6DEBE020" w14:textId="77777777" w:rsidR="00F37D0A" w:rsidRDefault="00F37D0A" w:rsidP="00F37D0A">
      <w:pPr>
        <w:jc w:val="both"/>
      </w:pPr>
      <w:r>
        <w:t>5. Přínosnost varianty z hlediska vynaložených nákladů</w:t>
      </w:r>
    </w:p>
    <w:p w14:paraId="0D0214AE" w14:textId="77777777" w:rsidR="00F37D0A" w:rsidRDefault="00F37D0A" w:rsidP="00F37D0A">
      <w:pPr>
        <w:pStyle w:val="Odstavecseseznamem"/>
        <w:numPr>
          <w:ilvl w:val="0"/>
          <w:numId w:val="46"/>
        </w:numPr>
        <w:jc w:val="both"/>
      </w:pPr>
      <w:r>
        <w:lastRenderedPageBreak/>
        <w:t>Výhledový stav – investiční náročnost dané stavby odpovídá jiným projektům obdobného charakteru, náklady stavby jsou tak s ohledem na parametry budovaného zařízení přijatelné;</w:t>
      </w:r>
    </w:p>
    <w:p w14:paraId="23DFFDCD" w14:textId="77777777" w:rsidR="00F37D0A" w:rsidRDefault="00F37D0A" w:rsidP="00F37D0A">
      <w:pPr>
        <w:pStyle w:val="Odstavecseseznamem"/>
        <w:numPr>
          <w:ilvl w:val="0"/>
          <w:numId w:val="46"/>
        </w:numPr>
        <w:jc w:val="both"/>
      </w:pPr>
      <w:r>
        <w:t>Současný stav – s jeho zachováním nejsou spojeny investiční náklady.</w:t>
      </w:r>
    </w:p>
    <w:p w14:paraId="631869DA" w14:textId="77777777" w:rsidR="00F37D0A" w:rsidRDefault="00F37D0A" w:rsidP="00F37D0A">
      <w:pPr>
        <w:jc w:val="both"/>
      </w:pPr>
      <w:r>
        <w:t>6. Energetická náročnost stavby</w:t>
      </w:r>
    </w:p>
    <w:p w14:paraId="3AA1BBDE" w14:textId="77777777" w:rsidR="00F37D0A" w:rsidRDefault="00F37D0A" w:rsidP="00F37D0A">
      <w:pPr>
        <w:pStyle w:val="Odstavecseseznamem"/>
        <w:numPr>
          <w:ilvl w:val="0"/>
          <w:numId w:val="48"/>
        </w:numPr>
        <w:jc w:val="both"/>
      </w:pPr>
      <w:r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69B10E29" w14:textId="77777777" w:rsidR="00F37D0A" w:rsidRDefault="00F37D0A" w:rsidP="00F37D0A">
      <w:pPr>
        <w:pStyle w:val="Odstavecseseznamem"/>
        <w:numPr>
          <w:ilvl w:val="0"/>
          <w:numId w:val="48"/>
        </w:numPr>
        <w:jc w:val="both"/>
      </w:pPr>
      <w:r>
        <w:t>Současný stav – s jeho zachováním nejsou spojeny žádné dodatečné provozní náklady.</w:t>
      </w:r>
    </w:p>
    <w:p w14:paraId="487924EB" w14:textId="77777777" w:rsidR="00F37D0A" w:rsidRDefault="00F37D0A" w:rsidP="00F37D0A">
      <w:pPr>
        <w:pStyle w:val="Nadpis4"/>
        <w:jc w:val="both"/>
      </w:pPr>
      <w:r>
        <w:t>Závěrečné vyhodnocení</w:t>
      </w:r>
    </w:p>
    <w:p w14:paraId="6A8A2608" w14:textId="77777777" w:rsidR="00F37D0A" w:rsidRDefault="00F37D0A" w:rsidP="00F37D0A">
      <w:pPr>
        <w:jc w:val="both"/>
      </w:pPr>
      <w:r w:rsidRPr="00F64E89">
        <w:t xml:space="preserve">Zatímco zachování současného stavu má kladnou vazbu pouze na kritéria 5 a 6, ve vztahu </w:t>
      </w:r>
      <w:r>
        <w:br/>
      </w:r>
      <w:r w:rsidRPr="00F64E89"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>
        <w:br/>
      </w:r>
      <w:r w:rsidRPr="00F64E89">
        <w:t xml:space="preserve">Z výše uvedených důvodů má realizace tohoto projektu opodstatnění a je možné ji doporučit </w:t>
      </w:r>
      <w:r>
        <w:br/>
      </w:r>
      <w:r w:rsidRPr="00F64E89">
        <w:t xml:space="preserve">k realizaci dle </w:t>
      </w:r>
      <w:r>
        <w:t>prováděcích pokynů odstavce IV. bodu 2b).</w:t>
      </w:r>
    </w:p>
    <w:p w14:paraId="50E1F8DE" w14:textId="77777777" w:rsidR="00F37D0A" w:rsidRPr="00F37D0A" w:rsidRDefault="00F37D0A" w:rsidP="00F37D0A"/>
    <w:p w14:paraId="08152F13" w14:textId="77777777" w:rsidR="003F74F8" w:rsidRDefault="002074B4" w:rsidP="00682AF8">
      <w:pPr>
        <w:pStyle w:val="Nadpis2"/>
      </w:pPr>
      <w:r>
        <w:t>9</w:t>
      </w:r>
      <w:r w:rsidR="000B601C">
        <w:t>)</w:t>
      </w:r>
      <w:r w:rsidR="000B601C">
        <w:tab/>
      </w:r>
      <w:r w:rsidR="00491A20">
        <w:t>Závěr</w:t>
      </w:r>
    </w:p>
    <w:p w14:paraId="2FBB97E3" w14:textId="77777777" w:rsidR="00EC0323" w:rsidRDefault="00EC0323" w:rsidP="00682AF8"/>
    <w:p w14:paraId="4ABEAAD8" w14:textId="77777777" w:rsidR="00491A20" w:rsidRDefault="00EC0323" w:rsidP="00682AF8">
      <w:r>
        <w:t>Tato zjednodušená dokumentace ve stádiu 2</w:t>
      </w:r>
      <w:r w:rsidR="00491A20">
        <w:t xml:space="preserve"> slouží jako podklad pro schválení investiční akce malého rozsahu v rámci </w:t>
      </w:r>
      <w:r w:rsidR="00F37D0A">
        <w:t xml:space="preserve">Správy železnic, státní organizace. </w:t>
      </w:r>
      <w:r w:rsidR="00491A20">
        <w:t xml:space="preserve"> </w:t>
      </w:r>
    </w:p>
    <w:p w14:paraId="0FACEFF9" w14:textId="12320D53" w:rsidR="007F4047" w:rsidRDefault="007F4047" w:rsidP="007F4047">
      <w:r>
        <w:t xml:space="preserve">Dne: </w:t>
      </w:r>
      <w:r w:rsidR="00CF6CA2">
        <w:t>22</w:t>
      </w:r>
      <w:r w:rsidR="007B772C">
        <w:t xml:space="preserve">. 10. </w:t>
      </w:r>
      <w:r w:rsidR="00A416A0">
        <w:t>2020</w:t>
      </w:r>
    </w:p>
    <w:p w14:paraId="65F94BC8" w14:textId="77777777" w:rsidR="00983ACD" w:rsidRDefault="00983ACD" w:rsidP="00983ACD">
      <w:r>
        <w:t>Vypracoval: kolektiv Správy železnic, státní organizace, Oblastní ředitelství Brno</w:t>
      </w:r>
    </w:p>
    <w:p w14:paraId="336D52FE" w14:textId="77777777" w:rsidR="00EC0323" w:rsidRDefault="00EC0323" w:rsidP="00682AF8"/>
    <w:p w14:paraId="04159B3E" w14:textId="0FE085E8" w:rsidR="00033B61" w:rsidRDefault="00033B61" w:rsidP="00033B61">
      <w:pPr>
        <w:pStyle w:val="Nadpis4"/>
      </w:pPr>
      <w:r w:rsidRPr="00B45E9E">
        <w:t>Přílohy</w:t>
      </w:r>
      <w:r w:rsidR="00983ACD">
        <w:t>:</w:t>
      </w:r>
    </w:p>
    <w:p w14:paraId="337DD7F8" w14:textId="2D25A816" w:rsidR="00983ACD" w:rsidRPr="00983ACD" w:rsidRDefault="00983ACD" w:rsidP="00983ACD">
      <w:r>
        <w:t>bez příloh</w:t>
      </w:r>
    </w:p>
    <w:sectPr w:rsidR="00983ACD" w:rsidRPr="00983ACD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3C5E4" w14:textId="77777777" w:rsidR="00CD0C4E" w:rsidRDefault="00CD0C4E" w:rsidP="00962258">
      <w:pPr>
        <w:spacing w:after="0" w:line="240" w:lineRule="auto"/>
      </w:pPr>
      <w:r>
        <w:separator/>
      </w:r>
    </w:p>
  </w:endnote>
  <w:endnote w:type="continuationSeparator" w:id="0">
    <w:p w14:paraId="15D6DE6F" w14:textId="77777777" w:rsidR="00CD0C4E" w:rsidRDefault="00CD0C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9E385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460244" w14:textId="3B0E82B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1D8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1D8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D1B80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8DCFC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686957" w14:textId="77777777" w:rsidR="00F1715C" w:rsidRDefault="00F1715C" w:rsidP="00D831A3">
          <w:pPr>
            <w:pStyle w:val="Zpat"/>
          </w:pPr>
        </w:p>
      </w:tc>
    </w:tr>
  </w:tbl>
  <w:p w14:paraId="5AE39C9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2F85A97" wp14:editId="0CB7F9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757AC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E3930F" wp14:editId="1D8D64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57B00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DF1E0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F52B37" w14:textId="5BAEC14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1D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1D8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8785F7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52B3C4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6B4710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3619980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424A898F" w14:textId="05B21EE6" w:rsidR="00F1715C" w:rsidRDefault="00BF7D42" w:rsidP="00BF7D42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08C066B" w14:textId="77777777" w:rsidR="00F1715C" w:rsidRDefault="00F1715C" w:rsidP="008F38E8">
          <w:pPr>
            <w:pStyle w:val="Zpat"/>
          </w:pPr>
        </w:p>
      </w:tc>
    </w:tr>
  </w:tbl>
  <w:p w14:paraId="489090C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648" behindDoc="1" locked="1" layoutInCell="1" allowOverlap="1" wp14:anchorId="19BFC430" wp14:editId="6CD614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669610" id="Straight Connector 7" o:spid="_x0000_s1026" style="position:absolute;z-index:-2516408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BD462B2" wp14:editId="4DDB39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B71A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D0EAA4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F6EF2" w14:textId="77777777" w:rsidR="00CD0C4E" w:rsidRDefault="00CD0C4E" w:rsidP="00962258">
      <w:pPr>
        <w:spacing w:after="0" w:line="240" w:lineRule="auto"/>
      </w:pPr>
      <w:r>
        <w:separator/>
      </w:r>
    </w:p>
  </w:footnote>
  <w:footnote w:type="continuationSeparator" w:id="0">
    <w:p w14:paraId="09308DEA" w14:textId="77777777" w:rsidR="00CD0C4E" w:rsidRDefault="00CD0C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414BE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F84F47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A40AC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3EEE1B" w14:textId="77777777" w:rsidR="00F1715C" w:rsidRPr="00D6163D" w:rsidRDefault="00F1715C" w:rsidP="00D6163D">
          <w:pPr>
            <w:pStyle w:val="Druhdokumentu"/>
          </w:pPr>
        </w:p>
      </w:tc>
    </w:tr>
  </w:tbl>
  <w:p w14:paraId="7B0A1C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8F0A3F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FDB7B2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1146F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DC2E80" w14:textId="77777777" w:rsidR="00F1715C" w:rsidRPr="00D6163D" w:rsidRDefault="00F1715C" w:rsidP="00FC6389">
          <w:pPr>
            <w:pStyle w:val="Druhdokumentu"/>
          </w:pPr>
        </w:p>
      </w:tc>
    </w:tr>
    <w:tr w:rsidR="009F392E" w14:paraId="2AAF72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2CF0EC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77A0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5BA400" w14:textId="77777777" w:rsidR="009F392E" w:rsidRPr="00D6163D" w:rsidRDefault="009F392E" w:rsidP="00FC6389">
          <w:pPr>
            <w:pStyle w:val="Druhdokumentu"/>
          </w:pPr>
        </w:p>
      </w:tc>
    </w:tr>
  </w:tbl>
  <w:p w14:paraId="27D07A5F" w14:textId="1CF95394" w:rsidR="00F1715C" w:rsidRPr="00D6163D" w:rsidRDefault="007C4A58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24081727" wp14:editId="38DD9488">
          <wp:simplePos x="0" y="0"/>
          <wp:positionH relativeFrom="page">
            <wp:posOffset>381000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F3689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2512B"/>
    <w:multiLevelType w:val="multilevel"/>
    <w:tmpl w:val="BAA6E5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879"/>
        </w:tabs>
        <w:ind w:left="879" w:hanging="737"/>
      </w:pPr>
      <w:rPr>
        <w:strike w:val="0"/>
        <w:dstrike w:val="0"/>
        <w:u w:val="none"/>
        <w:effect w:val="none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531"/>
        </w:tabs>
        <w:ind w:left="153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4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44093"/>
    <w:multiLevelType w:val="hybridMultilevel"/>
    <w:tmpl w:val="D6562B88"/>
    <w:lvl w:ilvl="0" w:tplc="68FE4BAE">
      <w:start w:val="6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CC07927"/>
    <w:multiLevelType w:val="hybridMultilevel"/>
    <w:tmpl w:val="144A9BE6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8030B"/>
    <w:multiLevelType w:val="hybridMultilevel"/>
    <w:tmpl w:val="BDE81BB8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E54EA"/>
    <w:multiLevelType w:val="hybridMultilevel"/>
    <w:tmpl w:val="3B606436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D1D24"/>
    <w:multiLevelType w:val="hybridMultilevel"/>
    <w:tmpl w:val="010ECC68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95D81"/>
    <w:multiLevelType w:val="hybridMultilevel"/>
    <w:tmpl w:val="AD368286"/>
    <w:lvl w:ilvl="0" w:tplc="65C496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AAF0A8C"/>
    <w:multiLevelType w:val="multilevel"/>
    <w:tmpl w:val="0D34D660"/>
    <w:numStyleLink w:val="ListBulletmultilevel"/>
  </w:abstractNum>
  <w:abstractNum w:abstractNumId="21" w15:restartNumberingAfterBreak="0">
    <w:nsid w:val="70181154"/>
    <w:multiLevelType w:val="hybridMultilevel"/>
    <w:tmpl w:val="9C306702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A3FAC"/>
    <w:multiLevelType w:val="hybridMultilevel"/>
    <w:tmpl w:val="F1783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B2989"/>
    <w:multiLevelType w:val="hybridMultilevel"/>
    <w:tmpl w:val="3BCA317E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3"/>
  </w:num>
  <w:num w:numId="17">
    <w:abstractNumId w:val="5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3"/>
  </w:num>
  <w:num w:numId="29">
    <w:abstractNumId w:val="5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2"/>
  </w:num>
  <w:num w:numId="35">
    <w:abstractNumId w:val="25"/>
  </w:num>
  <w:num w:numId="36">
    <w:abstractNumId w:val="19"/>
  </w:num>
  <w:num w:numId="37">
    <w:abstractNumId w:val="14"/>
  </w:num>
  <w:num w:numId="38">
    <w:abstractNumId w:val="2"/>
  </w:num>
  <w:num w:numId="39">
    <w:abstractNumId w:val="7"/>
  </w:num>
  <w:num w:numId="40">
    <w:abstractNumId w:val="24"/>
  </w:num>
  <w:num w:numId="41">
    <w:abstractNumId w:val="10"/>
  </w:num>
  <w:num w:numId="42">
    <w:abstractNumId w:val="13"/>
  </w:num>
  <w:num w:numId="43">
    <w:abstractNumId w:val="15"/>
  </w:num>
  <w:num w:numId="44">
    <w:abstractNumId w:val="17"/>
  </w:num>
  <w:num w:numId="45">
    <w:abstractNumId w:val="9"/>
  </w:num>
  <w:num w:numId="46">
    <w:abstractNumId w:val="18"/>
  </w:num>
  <w:num w:numId="47">
    <w:abstractNumId w:val="21"/>
  </w:num>
  <w:num w:numId="48">
    <w:abstractNumId w:val="4"/>
  </w:num>
  <w:num w:numId="49">
    <w:abstractNumId w:val="16"/>
  </w:num>
  <w:num w:numId="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LIR_DOCUMENT_ID" w:val="0399bcca-60a3-4419-a2f8-5f0097f35940"/>
  </w:docVars>
  <w:rsids>
    <w:rsidRoot w:val="008F38E8"/>
    <w:rsid w:val="0000718B"/>
    <w:rsid w:val="00012923"/>
    <w:rsid w:val="00014C0B"/>
    <w:rsid w:val="00021C5E"/>
    <w:rsid w:val="0003384D"/>
    <w:rsid w:val="00033B61"/>
    <w:rsid w:val="000426F5"/>
    <w:rsid w:val="00057862"/>
    <w:rsid w:val="00061780"/>
    <w:rsid w:val="00062769"/>
    <w:rsid w:val="00067205"/>
    <w:rsid w:val="00071560"/>
    <w:rsid w:val="00072C1E"/>
    <w:rsid w:val="00080096"/>
    <w:rsid w:val="00092F84"/>
    <w:rsid w:val="00095AE9"/>
    <w:rsid w:val="000A4699"/>
    <w:rsid w:val="000A5EE3"/>
    <w:rsid w:val="000B4883"/>
    <w:rsid w:val="000B601C"/>
    <w:rsid w:val="000E0C27"/>
    <w:rsid w:val="000E23A7"/>
    <w:rsid w:val="000F74CC"/>
    <w:rsid w:val="0010693F"/>
    <w:rsid w:val="00114472"/>
    <w:rsid w:val="0012096D"/>
    <w:rsid w:val="001354CE"/>
    <w:rsid w:val="001550BC"/>
    <w:rsid w:val="00157EAC"/>
    <w:rsid w:val="001605B9"/>
    <w:rsid w:val="00170EC5"/>
    <w:rsid w:val="00171D8D"/>
    <w:rsid w:val="001747C1"/>
    <w:rsid w:val="00177CFD"/>
    <w:rsid w:val="00184743"/>
    <w:rsid w:val="001B381B"/>
    <w:rsid w:val="001B75E1"/>
    <w:rsid w:val="001D3747"/>
    <w:rsid w:val="001E1D93"/>
    <w:rsid w:val="001E3F92"/>
    <w:rsid w:val="001F0277"/>
    <w:rsid w:val="001F2D78"/>
    <w:rsid w:val="001F440C"/>
    <w:rsid w:val="001F5E16"/>
    <w:rsid w:val="00200550"/>
    <w:rsid w:val="002074B4"/>
    <w:rsid w:val="00207793"/>
    <w:rsid w:val="00207DF5"/>
    <w:rsid w:val="002221B8"/>
    <w:rsid w:val="002226DA"/>
    <w:rsid w:val="002429B1"/>
    <w:rsid w:val="00267B5D"/>
    <w:rsid w:val="00280E07"/>
    <w:rsid w:val="002910E9"/>
    <w:rsid w:val="002A12FE"/>
    <w:rsid w:val="002A4462"/>
    <w:rsid w:val="002A6842"/>
    <w:rsid w:val="002B1EFF"/>
    <w:rsid w:val="002C31BF"/>
    <w:rsid w:val="002D08B1"/>
    <w:rsid w:val="002D7F9F"/>
    <w:rsid w:val="002E0341"/>
    <w:rsid w:val="002E0CD7"/>
    <w:rsid w:val="002F5FF0"/>
    <w:rsid w:val="003114D7"/>
    <w:rsid w:val="00331635"/>
    <w:rsid w:val="00357BC6"/>
    <w:rsid w:val="00374690"/>
    <w:rsid w:val="003956C6"/>
    <w:rsid w:val="003A1A31"/>
    <w:rsid w:val="003A7420"/>
    <w:rsid w:val="003B2333"/>
    <w:rsid w:val="003C5123"/>
    <w:rsid w:val="003E053F"/>
    <w:rsid w:val="003F74F8"/>
    <w:rsid w:val="00416DC1"/>
    <w:rsid w:val="00441375"/>
    <w:rsid w:val="00450F07"/>
    <w:rsid w:val="00453103"/>
    <w:rsid w:val="00453CD3"/>
    <w:rsid w:val="00460660"/>
    <w:rsid w:val="00461E1B"/>
    <w:rsid w:val="00472283"/>
    <w:rsid w:val="004732B9"/>
    <w:rsid w:val="00483223"/>
    <w:rsid w:val="00486107"/>
    <w:rsid w:val="004907DB"/>
    <w:rsid w:val="00491827"/>
    <w:rsid w:val="00491A20"/>
    <w:rsid w:val="004B13A1"/>
    <w:rsid w:val="004C2B9A"/>
    <w:rsid w:val="004C4399"/>
    <w:rsid w:val="004C787C"/>
    <w:rsid w:val="004D30DD"/>
    <w:rsid w:val="004E00EB"/>
    <w:rsid w:val="004E143C"/>
    <w:rsid w:val="004E3A53"/>
    <w:rsid w:val="004F4B9B"/>
    <w:rsid w:val="0050267A"/>
    <w:rsid w:val="00502E1A"/>
    <w:rsid w:val="00503510"/>
    <w:rsid w:val="00511AB9"/>
    <w:rsid w:val="00512BF6"/>
    <w:rsid w:val="0051542F"/>
    <w:rsid w:val="00523EA7"/>
    <w:rsid w:val="00552666"/>
    <w:rsid w:val="00553375"/>
    <w:rsid w:val="005564FE"/>
    <w:rsid w:val="0056720F"/>
    <w:rsid w:val="005736B7"/>
    <w:rsid w:val="00575E5A"/>
    <w:rsid w:val="005A146B"/>
    <w:rsid w:val="005B5B72"/>
    <w:rsid w:val="005C2547"/>
    <w:rsid w:val="005E27C1"/>
    <w:rsid w:val="005E3B89"/>
    <w:rsid w:val="005F1404"/>
    <w:rsid w:val="006004CE"/>
    <w:rsid w:val="0061068E"/>
    <w:rsid w:val="00622CA1"/>
    <w:rsid w:val="0063050C"/>
    <w:rsid w:val="00637E1F"/>
    <w:rsid w:val="00656E77"/>
    <w:rsid w:val="00660AD3"/>
    <w:rsid w:val="00677B7F"/>
    <w:rsid w:val="00682AF8"/>
    <w:rsid w:val="00682BE7"/>
    <w:rsid w:val="00685D63"/>
    <w:rsid w:val="00693EB5"/>
    <w:rsid w:val="00697288"/>
    <w:rsid w:val="006A32E6"/>
    <w:rsid w:val="006A5570"/>
    <w:rsid w:val="006A55F5"/>
    <w:rsid w:val="006A689C"/>
    <w:rsid w:val="006B3D79"/>
    <w:rsid w:val="006B3DC7"/>
    <w:rsid w:val="006B65E2"/>
    <w:rsid w:val="006C48B8"/>
    <w:rsid w:val="006D06D3"/>
    <w:rsid w:val="006D4EC3"/>
    <w:rsid w:val="006D7AFE"/>
    <w:rsid w:val="006E0578"/>
    <w:rsid w:val="006E314D"/>
    <w:rsid w:val="006F21B6"/>
    <w:rsid w:val="006F77E4"/>
    <w:rsid w:val="00710723"/>
    <w:rsid w:val="00714ECB"/>
    <w:rsid w:val="00722F72"/>
    <w:rsid w:val="00723ED1"/>
    <w:rsid w:val="00730332"/>
    <w:rsid w:val="00732D49"/>
    <w:rsid w:val="00733AC4"/>
    <w:rsid w:val="00734A5C"/>
    <w:rsid w:val="00735027"/>
    <w:rsid w:val="00743525"/>
    <w:rsid w:val="00744F94"/>
    <w:rsid w:val="00757769"/>
    <w:rsid w:val="0076286B"/>
    <w:rsid w:val="00766846"/>
    <w:rsid w:val="00766D3C"/>
    <w:rsid w:val="0077673A"/>
    <w:rsid w:val="00780EBC"/>
    <w:rsid w:val="007846E1"/>
    <w:rsid w:val="00786EF6"/>
    <w:rsid w:val="007A108D"/>
    <w:rsid w:val="007A5FF1"/>
    <w:rsid w:val="007B570C"/>
    <w:rsid w:val="007B772C"/>
    <w:rsid w:val="007C0059"/>
    <w:rsid w:val="007C3069"/>
    <w:rsid w:val="007C4A58"/>
    <w:rsid w:val="007D14A6"/>
    <w:rsid w:val="007D5D3C"/>
    <w:rsid w:val="007D73AF"/>
    <w:rsid w:val="007E4555"/>
    <w:rsid w:val="007E4A6E"/>
    <w:rsid w:val="007E68A2"/>
    <w:rsid w:val="007F4047"/>
    <w:rsid w:val="007F56A7"/>
    <w:rsid w:val="00807DD0"/>
    <w:rsid w:val="00826FF2"/>
    <w:rsid w:val="0083071B"/>
    <w:rsid w:val="00842EC1"/>
    <w:rsid w:val="00843F31"/>
    <w:rsid w:val="00850F1A"/>
    <w:rsid w:val="008659F3"/>
    <w:rsid w:val="008773B7"/>
    <w:rsid w:val="008811B3"/>
    <w:rsid w:val="00886D4B"/>
    <w:rsid w:val="00891A84"/>
    <w:rsid w:val="00893B78"/>
    <w:rsid w:val="00895406"/>
    <w:rsid w:val="008A3568"/>
    <w:rsid w:val="008B18A4"/>
    <w:rsid w:val="008B7E86"/>
    <w:rsid w:val="008C2E1E"/>
    <w:rsid w:val="008D03B9"/>
    <w:rsid w:val="008E79E2"/>
    <w:rsid w:val="008F18D6"/>
    <w:rsid w:val="008F38E8"/>
    <w:rsid w:val="008F723A"/>
    <w:rsid w:val="00904780"/>
    <w:rsid w:val="00906947"/>
    <w:rsid w:val="0091546E"/>
    <w:rsid w:val="0092161E"/>
    <w:rsid w:val="00922385"/>
    <w:rsid w:val="009223DF"/>
    <w:rsid w:val="00922783"/>
    <w:rsid w:val="0093514E"/>
    <w:rsid w:val="00935927"/>
    <w:rsid w:val="00936091"/>
    <w:rsid w:val="00940D8A"/>
    <w:rsid w:val="0094554B"/>
    <w:rsid w:val="00955404"/>
    <w:rsid w:val="00962258"/>
    <w:rsid w:val="00962289"/>
    <w:rsid w:val="00964611"/>
    <w:rsid w:val="009678B7"/>
    <w:rsid w:val="00980D2E"/>
    <w:rsid w:val="009833E1"/>
    <w:rsid w:val="00983ACD"/>
    <w:rsid w:val="00992D9C"/>
    <w:rsid w:val="00996CB8"/>
    <w:rsid w:val="009B14A9"/>
    <w:rsid w:val="009B14B3"/>
    <w:rsid w:val="009B2E97"/>
    <w:rsid w:val="009B6583"/>
    <w:rsid w:val="009E0282"/>
    <w:rsid w:val="009E07F4"/>
    <w:rsid w:val="009E792A"/>
    <w:rsid w:val="009F0B27"/>
    <w:rsid w:val="009F392E"/>
    <w:rsid w:val="009F7094"/>
    <w:rsid w:val="00A05E80"/>
    <w:rsid w:val="00A16CC9"/>
    <w:rsid w:val="00A30C74"/>
    <w:rsid w:val="00A416A0"/>
    <w:rsid w:val="00A4291D"/>
    <w:rsid w:val="00A6177B"/>
    <w:rsid w:val="00A66136"/>
    <w:rsid w:val="00A80998"/>
    <w:rsid w:val="00A87988"/>
    <w:rsid w:val="00AA36BF"/>
    <w:rsid w:val="00AA4CBB"/>
    <w:rsid w:val="00AA65FA"/>
    <w:rsid w:val="00AA7351"/>
    <w:rsid w:val="00AB0584"/>
    <w:rsid w:val="00AB1068"/>
    <w:rsid w:val="00AB4BFE"/>
    <w:rsid w:val="00AC38F0"/>
    <w:rsid w:val="00AD056F"/>
    <w:rsid w:val="00AD5223"/>
    <w:rsid w:val="00AD6637"/>
    <w:rsid w:val="00AD6731"/>
    <w:rsid w:val="00AD7445"/>
    <w:rsid w:val="00B0012F"/>
    <w:rsid w:val="00B01259"/>
    <w:rsid w:val="00B15D0D"/>
    <w:rsid w:val="00B209A4"/>
    <w:rsid w:val="00B33BAF"/>
    <w:rsid w:val="00B531E1"/>
    <w:rsid w:val="00B75EE1"/>
    <w:rsid w:val="00B77481"/>
    <w:rsid w:val="00B846A2"/>
    <w:rsid w:val="00B8518B"/>
    <w:rsid w:val="00B96DC5"/>
    <w:rsid w:val="00BA17A4"/>
    <w:rsid w:val="00BB061E"/>
    <w:rsid w:val="00BB69F2"/>
    <w:rsid w:val="00BC4B7D"/>
    <w:rsid w:val="00BD02E4"/>
    <w:rsid w:val="00BD7C78"/>
    <w:rsid w:val="00BD7E91"/>
    <w:rsid w:val="00BE1289"/>
    <w:rsid w:val="00BE5D5D"/>
    <w:rsid w:val="00BF7D42"/>
    <w:rsid w:val="00C01092"/>
    <w:rsid w:val="00C02D0A"/>
    <w:rsid w:val="00C03A6E"/>
    <w:rsid w:val="00C06F37"/>
    <w:rsid w:val="00C44F6A"/>
    <w:rsid w:val="00C47AE3"/>
    <w:rsid w:val="00C50364"/>
    <w:rsid w:val="00C57840"/>
    <w:rsid w:val="00C77473"/>
    <w:rsid w:val="00C8167F"/>
    <w:rsid w:val="00C81953"/>
    <w:rsid w:val="00C82E9B"/>
    <w:rsid w:val="00C92841"/>
    <w:rsid w:val="00CC53C7"/>
    <w:rsid w:val="00CD0C4E"/>
    <w:rsid w:val="00CD1543"/>
    <w:rsid w:val="00CD1FC4"/>
    <w:rsid w:val="00CF6CA2"/>
    <w:rsid w:val="00D025B3"/>
    <w:rsid w:val="00D04592"/>
    <w:rsid w:val="00D14FD5"/>
    <w:rsid w:val="00D21061"/>
    <w:rsid w:val="00D36764"/>
    <w:rsid w:val="00D4108E"/>
    <w:rsid w:val="00D6163D"/>
    <w:rsid w:val="00D63CBF"/>
    <w:rsid w:val="00D65CEA"/>
    <w:rsid w:val="00D831A3"/>
    <w:rsid w:val="00DA1198"/>
    <w:rsid w:val="00DA48C9"/>
    <w:rsid w:val="00DC75F3"/>
    <w:rsid w:val="00DC77D2"/>
    <w:rsid w:val="00DD266E"/>
    <w:rsid w:val="00DD2F62"/>
    <w:rsid w:val="00DD46F3"/>
    <w:rsid w:val="00DD67AF"/>
    <w:rsid w:val="00DE56F2"/>
    <w:rsid w:val="00DF0971"/>
    <w:rsid w:val="00DF116D"/>
    <w:rsid w:val="00DF444B"/>
    <w:rsid w:val="00E11EFE"/>
    <w:rsid w:val="00E12755"/>
    <w:rsid w:val="00E1414D"/>
    <w:rsid w:val="00E21105"/>
    <w:rsid w:val="00E5429B"/>
    <w:rsid w:val="00E56460"/>
    <w:rsid w:val="00E657B9"/>
    <w:rsid w:val="00E71978"/>
    <w:rsid w:val="00E764FB"/>
    <w:rsid w:val="00E90E03"/>
    <w:rsid w:val="00EA3A1E"/>
    <w:rsid w:val="00EB104F"/>
    <w:rsid w:val="00EB21BA"/>
    <w:rsid w:val="00EB6204"/>
    <w:rsid w:val="00EC0323"/>
    <w:rsid w:val="00EC2277"/>
    <w:rsid w:val="00EC6F8C"/>
    <w:rsid w:val="00ED0292"/>
    <w:rsid w:val="00ED06F9"/>
    <w:rsid w:val="00ED14BD"/>
    <w:rsid w:val="00ED5071"/>
    <w:rsid w:val="00EE262C"/>
    <w:rsid w:val="00EE28FC"/>
    <w:rsid w:val="00EE59DC"/>
    <w:rsid w:val="00EE5FCD"/>
    <w:rsid w:val="00EE62A0"/>
    <w:rsid w:val="00EF06FB"/>
    <w:rsid w:val="00F0533E"/>
    <w:rsid w:val="00F1048D"/>
    <w:rsid w:val="00F12DEC"/>
    <w:rsid w:val="00F1715C"/>
    <w:rsid w:val="00F204B9"/>
    <w:rsid w:val="00F23E24"/>
    <w:rsid w:val="00F310F8"/>
    <w:rsid w:val="00F35939"/>
    <w:rsid w:val="00F37D0A"/>
    <w:rsid w:val="00F45607"/>
    <w:rsid w:val="00F629E7"/>
    <w:rsid w:val="00F64E89"/>
    <w:rsid w:val="00F659EB"/>
    <w:rsid w:val="00F86BA6"/>
    <w:rsid w:val="00F94D47"/>
    <w:rsid w:val="00F950E6"/>
    <w:rsid w:val="00FA60C0"/>
    <w:rsid w:val="00FA625C"/>
    <w:rsid w:val="00FC21F9"/>
    <w:rsid w:val="00FC60BC"/>
    <w:rsid w:val="00FC6189"/>
    <w:rsid w:val="00FC6389"/>
    <w:rsid w:val="00FD0C51"/>
    <w:rsid w:val="00FE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382BC"/>
  <w14:defaultImageDpi w14:val="32767"/>
  <w15:docId w15:val="{92F90F14-90A2-4A15-A980-D33AA83B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1D374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adpis2-2">
    <w:name w:val="_Nadpis_2-2"/>
    <w:basedOn w:val="Nadpis2-1"/>
    <w:next w:val="Text2-1"/>
    <w:qFormat/>
    <w:rsid w:val="008811B3"/>
    <w:pPr>
      <w:numPr>
        <w:ilvl w:val="1"/>
      </w:numPr>
      <w:tabs>
        <w:tab w:val="clear" w:pos="737"/>
        <w:tab w:val="num" w:pos="360"/>
      </w:tabs>
      <w:outlineLvl w:val="1"/>
    </w:pPr>
    <w:rPr>
      <w:caps w:val="0"/>
      <w:sz w:val="20"/>
    </w:rPr>
  </w:style>
  <w:style w:type="paragraph" w:customStyle="1" w:styleId="Nadpis2-1">
    <w:name w:val="_Nadpis_2-1"/>
    <w:basedOn w:val="Odstavecseseznamem"/>
    <w:next w:val="Nadpis2-2"/>
    <w:qFormat/>
    <w:rsid w:val="008811B3"/>
    <w:pPr>
      <w:keepNext/>
      <w:numPr>
        <w:numId w:val="50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qFormat/>
    <w:rsid w:val="008811B3"/>
    <w:pPr>
      <w:numPr>
        <w:ilvl w:val="2"/>
        <w:numId w:val="50"/>
      </w:numPr>
      <w:spacing w:after="120"/>
      <w:contextualSpacing w:val="0"/>
      <w:jc w:val="both"/>
    </w:pPr>
  </w:style>
  <w:style w:type="character" w:customStyle="1" w:styleId="Text2-2Char">
    <w:name w:val="_Text_2-2 Char"/>
    <w:basedOn w:val="Standardnpsmoodstavce"/>
    <w:link w:val="Text2-2"/>
    <w:locked/>
    <w:rsid w:val="008811B3"/>
  </w:style>
  <w:style w:type="paragraph" w:customStyle="1" w:styleId="Text2-2">
    <w:name w:val="_Text_2-2"/>
    <w:basedOn w:val="Text2-1"/>
    <w:link w:val="Text2-2Char"/>
    <w:qFormat/>
    <w:rsid w:val="008811B3"/>
    <w:pPr>
      <w:numPr>
        <w:ilvl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021C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1C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1C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1C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1C5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15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%20SSZ\&#218;koly\1903%20PZS%20v&#253;kon%20a%20funkce\1902%20ZP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874FFB-697D-4803-AC38-F453AB985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D82560-EFF2-4B44-A17F-AC39481EC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1902 ZP.dotx</Template>
  <TotalTime>0</TotalTime>
  <Pages>6</Pages>
  <Words>1666</Words>
  <Characters>9835</Characters>
  <Application>Microsoft Office Word</Application>
  <DocSecurity>0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Zunt Zbyněk, Ing.</dc:creator>
  <cp:lastModifiedBy>Bureš Jakub, Ing.</cp:lastModifiedBy>
  <cp:revision>2</cp:revision>
  <cp:lastPrinted>2019-06-11T13:16:00Z</cp:lastPrinted>
  <dcterms:created xsi:type="dcterms:W3CDTF">2020-12-30T09:27:00Z</dcterms:created>
  <dcterms:modified xsi:type="dcterms:W3CDTF">2020-12-30T09:27:00Z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